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123902" w14:textId="77777777" w:rsidR="00EE3649" w:rsidRDefault="00D61FEC" w:rsidP="009F7144">
      <w:pPr>
        <w:jc w:val="center"/>
        <w:rPr>
          <w:sz w:val="72"/>
          <w:szCs w:val="72"/>
        </w:rPr>
      </w:pPr>
      <w:r>
        <w:rPr>
          <w:sz w:val="72"/>
          <w:szCs w:val="72"/>
        </w:rPr>
        <w:t>Theatre to Film</w:t>
      </w:r>
      <w:r w:rsidR="00B0011E">
        <w:rPr>
          <w:sz w:val="72"/>
          <w:szCs w:val="72"/>
        </w:rPr>
        <w:t>:</w:t>
      </w:r>
    </w:p>
    <w:p w14:paraId="7F21D3FF" w14:textId="77777777" w:rsidR="00B0011E" w:rsidRPr="003D720B" w:rsidRDefault="00B0011E" w:rsidP="009F7144">
      <w:pPr>
        <w:jc w:val="center"/>
        <w:rPr>
          <w:i/>
          <w:sz w:val="72"/>
          <w:szCs w:val="72"/>
        </w:rPr>
      </w:pPr>
      <w:r w:rsidRPr="003D720B">
        <w:rPr>
          <w:i/>
          <w:sz w:val="72"/>
          <w:szCs w:val="72"/>
        </w:rPr>
        <w:t>Romeo and Juliet</w:t>
      </w:r>
    </w:p>
    <w:p w14:paraId="4FCEC869" w14:textId="77777777" w:rsidR="009058B7" w:rsidRPr="009058B7" w:rsidRDefault="009058B7" w:rsidP="009F7144">
      <w:pPr>
        <w:jc w:val="center"/>
        <w:rPr>
          <w:sz w:val="72"/>
          <w:szCs w:val="72"/>
        </w:rPr>
      </w:pPr>
    </w:p>
    <w:p w14:paraId="4AEB37D7" w14:textId="77777777" w:rsidR="009058B7" w:rsidRPr="009058B7" w:rsidRDefault="009058B7" w:rsidP="009F7144">
      <w:pPr>
        <w:jc w:val="center"/>
        <w:rPr>
          <w:sz w:val="72"/>
          <w:szCs w:val="72"/>
        </w:rPr>
      </w:pPr>
      <w:r w:rsidRPr="009058B7">
        <w:rPr>
          <w:sz w:val="72"/>
          <w:szCs w:val="72"/>
        </w:rPr>
        <w:t>GCSE English</w:t>
      </w:r>
    </w:p>
    <w:p w14:paraId="3CCA08D3" w14:textId="77777777" w:rsidR="009058B7" w:rsidRPr="009058B7" w:rsidRDefault="009058B7" w:rsidP="009F7144">
      <w:pPr>
        <w:jc w:val="center"/>
        <w:rPr>
          <w:sz w:val="48"/>
          <w:szCs w:val="48"/>
          <w:u w:val="single"/>
        </w:rPr>
      </w:pPr>
    </w:p>
    <w:p w14:paraId="2DC158B3" w14:textId="57804154" w:rsidR="00EE5A9C" w:rsidRDefault="00B0011E" w:rsidP="009F7144">
      <w:pPr>
        <w:jc w:val="center"/>
        <w:rPr>
          <w:sz w:val="48"/>
          <w:szCs w:val="48"/>
        </w:rPr>
      </w:pPr>
      <w:r>
        <w:rPr>
          <w:sz w:val="48"/>
          <w:szCs w:val="48"/>
        </w:rPr>
        <w:t xml:space="preserve">This booklet intends to build on your prior knowledge of adaptation and film techniques, specifically within the context of </w:t>
      </w:r>
      <w:proofErr w:type="spellStart"/>
      <w:r>
        <w:rPr>
          <w:sz w:val="48"/>
          <w:szCs w:val="48"/>
        </w:rPr>
        <w:t>Baz</w:t>
      </w:r>
      <w:proofErr w:type="spellEnd"/>
      <w:r w:rsidRPr="00784545">
        <w:rPr>
          <w:sz w:val="48"/>
          <w:szCs w:val="48"/>
        </w:rPr>
        <w:t xml:space="preserve"> </w:t>
      </w:r>
      <w:proofErr w:type="spellStart"/>
      <w:r w:rsidRPr="00784545">
        <w:rPr>
          <w:sz w:val="48"/>
          <w:szCs w:val="48"/>
        </w:rPr>
        <w:t>Luhrmann’s</w:t>
      </w:r>
      <w:proofErr w:type="spellEnd"/>
      <w:r w:rsidRPr="00784545">
        <w:rPr>
          <w:i/>
          <w:sz w:val="48"/>
          <w:szCs w:val="48"/>
        </w:rPr>
        <w:t xml:space="preserve"> William Shakespeare’s Romeo and Juliet</w:t>
      </w:r>
      <w:r>
        <w:rPr>
          <w:sz w:val="48"/>
          <w:szCs w:val="48"/>
        </w:rPr>
        <w:t>.</w:t>
      </w:r>
    </w:p>
    <w:p w14:paraId="6D74A0E5" w14:textId="77777777" w:rsidR="00B0011E" w:rsidRDefault="00B0011E" w:rsidP="009F7144">
      <w:pPr>
        <w:jc w:val="center"/>
        <w:rPr>
          <w:sz w:val="48"/>
          <w:szCs w:val="48"/>
        </w:rPr>
      </w:pPr>
    </w:p>
    <w:p w14:paraId="2E4D512D" w14:textId="62D14C67" w:rsidR="00B0011E" w:rsidRDefault="00B0011E" w:rsidP="009F7144">
      <w:pPr>
        <w:jc w:val="center"/>
        <w:rPr>
          <w:sz w:val="48"/>
          <w:szCs w:val="48"/>
        </w:rPr>
      </w:pPr>
      <w:r>
        <w:rPr>
          <w:sz w:val="48"/>
          <w:szCs w:val="48"/>
        </w:rPr>
        <w:t>Doing so, it intends to bring light to</w:t>
      </w:r>
      <w:r w:rsidR="00FE2987">
        <w:rPr>
          <w:sz w:val="48"/>
          <w:szCs w:val="48"/>
        </w:rPr>
        <w:t xml:space="preserve"> the process of</w:t>
      </w:r>
      <w:r w:rsidR="0048768A">
        <w:rPr>
          <w:sz w:val="48"/>
          <w:szCs w:val="48"/>
        </w:rPr>
        <w:t xml:space="preserve"> adapting</w:t>
      </w:r>
      <w:r>
        <w:rPr>
          <w:sz w:val="48"/>
          <w:szCs w:val="48"/>
        </w:rPr>
        <w:t xml:space="preserve"> theatre to film.</w:t>
      </w:r>
    </w:p>
    <w:p w14:paraId="79BD1016" w14:textId="173EC3D0" w:rsidR="00424768" w:rsidRDefault="00424768" w:rsidP="009F7144">
      <w:pPr>
        <w:jc w:val="center"/>
        <w:rPr>
          <w:sz w:val="48"/>
          <w:szCs w:val="48"/>
        </w:rPr>
      </w:pPr>
    </w:p>
    <w:p w14:paraId="41281ED7" w14:textId="3E01D775" w:rsidR="00424768" w:rsidRDefault="005001A8" w:rsidP="009F7144">
      <w:pPr>
        <w:jc w:val="center"/>
        <w:rPr>
          <w:sz w:val="48"/>
          <w:szCs w:val="48"/>
        </w:rPr>
      </w:pPr>
      <w:r w:rsidRPr="005001A8">
        <w:rPr>
          <w:sz w:val="48"/>
          <w:szCs w:val="48"/>
        </w:rPr>
        <w:drawing>
          <wp:inline distT="0" distB="0" distL="0" distR="0" wp14:anchorId="1DB4ADB8" wp14:editId="5E4FFF4B">
            <wp:extent cx="1333500" cy="1333500"/>
            <wp:effectExtent l="0" t="0" r="0" b="0"/>
            <wp:docPr id="3" name="Picture 3" descr="https://upload.wikimedia.org/wikipedia/en/thumb/9/98/Hampstead_School_Logo.jpg/140px-Hampstead_School_Logo.jpg">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pload.wikimedia.org/wikipedia/en/thumb/9/98/Hampstead_School_Logo.jpg/140px-Hampstead_School_Logo.jpg">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33500" cy="1333500"/>
                    </a:xfrm>
                    <a:prstGeom prst="rect">
                      <a:avLst/>
                    </a:prstGeom>
                    <a:noFill/>
                    <a:ln>
                      <a:noFill/>
                    </a:ln>
                  </pic:spPr>
                </pic:pic>
              </a:graphicData>
            </a:graphic>
          </wp:inline>
        </w:drawing>
      </w:r>
    </w:p>
    <w:p w14:paraId="672FF90C" w14:textId="77777777" w:rsidR="00EE5A9C" w:rsidRDefault="00EE5A9C" w:rsidP="00B0011E">
      <w:pPr>
        <w:rPr>
          <w:sz w:val="48"/>
          <w:szCs w:val="48"/>
        </w:rPr>
      </w:pPr>
    </w:p>
    <w:p w14:paraId="42E8861B" w14:textId="77777777" w:rsidR="005001A8" w:rsidRDefault="005001A8" w:rsidP="00B0011E">
      <w:pPr>
        <w:rPr>
          <w:sz w:val="48"/>
          <w:szCs w:val="48"/>
        </w:rPr>
      </w:pPr>
    </w:p>
    <w:p w14:paraId="36722910" w14:textId="77777777" w:rsidR="00EE5A9C" w:rsidRDefault="00EE5A9C" w:rsidP="009F7144">
      <w:pPr>
        <w:jc w:val="center"/>
        <w:rPr>
          <w:sz w:val="48"/>
          <w:szCs w:val="48"/>
        </w:rPr>
      </w:pPr>
      <w:r>
        <w:rPr>
          <w:sz w:val="48"/>
          <w:szCs w:val="48"/>
        </w:rPr>
        <w:t>Name: ……………………………………………….</w:t>
      </w:r>
    </w:p>
    <w:p w14:paraId="549E0D46" w14:textId="77777777" w:rsidR="00EE5A9C" w:rsidRDefault="00EE5A9C" w:rsidP="009F7144">
      <w:pPr>
        <w:jc w:val="center"/>
        <w:rPr>
          <w:sz w:val="48"/>
          <w:szCs w:val="48"/>
        </w:rPr>
      </w:pPr>
    </w:p>
    <w:p w14:paraId="4E7014B0" w14:textId="77777777" w:rsidR="00EE5A9C" w:rsidRPr="009058B7" w:rsidRDefault="00EE5A9C" w:rsidP="009F7144">
      <w:pPr>
        <w:jc w:val="center"/>
        <w:rPr>
          <w:sz w:val="48"/>
          <w:szCs w:val="48"/>
        </w:rPr>
      </w:pPr>
      <w:r>
        <w:rPr>
          <w:sz w:val="48"/>
          <w:szCs w:val="48"/>
        </w:rPr>
        <w:t>Teacher: ……………………………………………..</w:t>
      </w:r>
    </w:p>
    <w:p w14:paraId="5AEB59E9" w14:textId="77777777" w:rsidR="00421077" w:rsidRDefault="00421077" w:rsidP="00421077">
      <w:pPr>
        <w:rPr>
          <w:u w:val="single"/>
        </w:rPr>
      </w:pPr>
    </w:p>
    <w:p w14:paraId="11E533DD" w14:textId="77777777" w:rsidR="009058B7" w:rsidRDefault="009058B7" w:rsidP="00421077">
      <w:pPr>
        <w:jc w:val="center"/>
        <w:rPr>
          <w:sz w:val="36"/>
          <w:szCs w:val="36"/>
          <w:u w:val="single"/>
        </w:rPr>
      </w:pPr>
      <w:r w:rsidRPr="009058B7">
        <w:rPr>
          <w:sz w:val="36"/>
          <w:szCs w:val="36"/>
          <w:u w:val="single"/>
        </w:rPr>
        <w:t>Contents</w:t>
      </w:r>
    </w:p>
    <w:p w14:paraId="21034E33" w14:textId="77777777" w:rsidR="009058B7" w:rsidRDefault="009058B7" w:rsidP="009F7144">
      <w:pPr>
        <w:jc w:val="center"/>
        <w:rPr>
          <w:sz w:val="36"/>
          <w:szCs w:val="36"/>
          <w:u w:val="single"/>
        </w:rPr>
      </w:pPr>
    </w:p>
    <w:p w14:paraId="16DBB4C0" w14:textId="77777777" w:rsidR="009058B7" w:rsidRPr="00F20295" w:rsidRDefault="00784545" w:rsidP="00F20295">
      <w:pPr>
        <w:rPr>
          <w:sz w:val="36"/>
          <w:szCs w:val="36"/>
        </w:rPr>
      </w:pPr>
      <w:r>
        <w:rPr>
          <w:sz w:val="36"/>
          <w:szCs w:val="36"/>
        </w:rPr>
        <w:t>Introduction: Comparing Play and Film …………….</w:t>
      </w:r>
      <w:r w:rsidR="00421077">
        <w:rPr>
          <w:sz w:val="36"/>
          <w:szCs w:val="36"/>
        </w:rPr>
        <w:t>. 3</w:t>
      </w:r>
    </w:p>
    <w:p w14:paraId="05B1E266" w14:textId="77777777" w:rsidR="009058B7" w:rsidRPr="00F20295" w:rsidRDefault="009058B7" w:rsidP="00F20295">
      <w:pPr>
        <w:rPr>
          <w:sz w:val="36"/>
          <w:szCs w:val="36"/>
        </w:rPr>
      </w:pPr>
    </w:p>
    <w:p w14:paraId="144722D2" w14:textId="77777777" w:rsidR="00421077" w:rsidRPr="00F20295" w:rsidRDefault="00784545" w:rsidP="00F20295">
      <w:pPr>
        <w:rPr>
          <w:sz w:val="36"/>
          <w:szCs w:val="36"/>
        </w:rPr>
      </w:pPr>
      <w:r w:rsidRPr="00C1715D">
        <w:rPr>
          <w:i/>
          <w:sz w:val="36"/>
          <w:szCs w:val="36"/>
        </w:rPr>
        <w:t>Romeo and Juliet</w:t>
      </w:r>
      <w:r>
        <w:rPr>
          <w:sz w:val="36"/>
          <w:szCs w:val="36"/>
        </w:rPr>
        <w:t xml:space="preserve"> (1595) …………………………………...</w:t>
      </w:r>
      <w:r w:rsidR="00C1715D">
        <w:rPr>
          <w:sz w:val="36"/>
          <w:szCs w:val="36"/>
        </w:rPr>
        <w:t>.</w:t>
      </w:r>
      <w:r w:rsidR="00421077">
        <w:rPr>
          <w:sz w:val="36"/>
          <w:szCs w:val="36"/>
        </w:rPr>
        <w:t xml:space="preserve"> 4</w:t>
      </w:r>
    </w:p>
    <w:p w14:paraId="080F9BDF" w14:textId="77777777" w:rsidR="009058B7" w:rsidRPr="00F20295" w:rsidRDefault="009058B7" w:rsidP="00F20295">
      <w:pPr>
        <w:rPr>
          <w:sz w:val="36"/>
          <w:szCs w:val="36"/>
        </w:rPr>
      </w:pPr>
    </w:p>
    <w:p w14:paraId="59DB7BB9" w14:textId="77777777" w:rsidR="009058B7" w:rsidRPr="00F20295" w:rsidRDefault="00784545" w:rsidP="00F20295">
      <w:pPr>
        <w:rPr>
          <w:sz w:val="36"/>
          <w:szCs w:val="36"/>
        </w:rPr>
      </w:pPr>
      <w:r>
        <w:rPr>
          <w:sz w:val="36"/>
          <w:szCs w:val="36"/>
        </w:rPr>
        <w:t xml:space="preserve">Verbal Performance  </w:t>
      </w:r>
      <w:r w:rsidR="00421077">
        <w:rPr>
          <w:sz w:val="36"/>
          <w:szCs w:val="36"/>
        </w:rPr>
        <w:t>………………………………………… 5</w:t>
      </w:r>
    </w:p>
    <w:p w14:paraId="54264D82" w14:textId="77777777" w:rsidR="009058B7" w:rsidRPr="00F20295" w:rsidRDefault="009058B7" w:rsidP="00F20295">
      <w:pPr>
        <w:rPr>
          <w:sz w:val="36"/>
          <w:szCs w:val="36"/>
        </w:rPr>
      </w:pPr>
    </w:p>
    <w:p w14:paraId="5C78643E" w14:textId="77777777" w:rsidR="009058B7" w:rsidRPr="00F20295" w:rsidRDefault="00784545" w:rsidP="00F20295">
      <w:pPr>
        <w:rPr>
          <w:sz w:val="36"/>
          <w:szCs w:val="36"/>
        </w:rPr>
      </w:pPr>
      <w:r>
        <w:rPr>
          <w:sz w:val="36"/>
          <w:szCs w:val="36"/>
        </w:rPr>
        <w:t>Setting ……………………………………………………………... 7</w:t>
      </w:r>
    </w:p>
    <w:p w14:paraId="11AA8D92" w14:textId="77777777" w:rsidR="00F20295" w:rsidRPr="00784545" w:rsidRDefault="00F20295" w:rsidP="00784545">
      <w:pPr>
        <w:rPr>
          <w:sz w:val="36"/>
          <w:szCs w:val="36"/>
        </w:rPr>
      </w:pPr>
    </w:p>
    <w:p w14:paraId="5705D4DB" w14:textId="77777777" w:rsidR="00F20295" w:rsidRPr="00784545" w:rsidRDefault="00784545" w:rsidP="00784545">
      <w:pPr>
        <w:rPr>
          <w:sz w:val="36"/>
          <w:szCs w:val="36"/>
        </w:rPr>
      </w:pPr>
      <w:r w:rsidRPr="00784545">
        <w:rPr>
          <w:sz w:val="36"/>
          <w:szCs w:val="36"/>
        </w:rPr>
        <w:t>Writing for the Stage ………………………………………… 8</w:t>
      </w:r>
    </w:p>
    <w:p w14:paraId="15C3C5F4" w14:textId="77777777" w:rsidR="00F20295" w:rsidRPr="00784545" w:rsidRDefault="00F20295" w:rsidP="00784545">
      <w:pPr>
        <w:rPr>
          <w:sz w:val="36"/>
          <w:szCs w:val="36"/>
        </w:rPr>
      </w:pPr>
    </w:p>
    <w:p w14:paraId="128DE6CD" w14:textId="77777777" w:rsidR="00F20295" w:rsidRDefault="00784545" w:rsidP="00784545">
      <w:pPr>
        <w:rPr>
          <w:color w:val="000000" w:themeColor="text1"/>
          <w:sz w:val="36"/>
          <w:szCs w:val="36"/>
        </w:rPr>
      </w:pPr>
      <w:r w:rsidRPr="00784545">
        <w:rPr>
          <w:color w:val="000000" w:themeColor="text1"/>
          <w:sz w:val="36"/>
          <w:szCs w:val="36"/>
        </w:rPr>
        <w:t>Theatre and F</w:t>
      </w:r>
      <w:r w:rsidR="00C1715D">
        <w:rPr>
          <w:color w:val="000000" w:themeColor="text1"/>
          <w:sz w:val="36"/>
          <w:szCs w:val="36"/>
        </w:rPr>
        <w:t xml:space="preserve">ilm: Translation and </w:t>
      </w:r>
      <w:proofErr w:type="gramStart"/>
      <w:r w:rsidR="00C1715D">
        <w:rPr>
          <w:color w:val="000000" w:themeColor="text1"/>
          <w:sz w:val="36"/>
          <w:szCs w:val="36"/>
        </w:rPr>
        <w:t>Adaptation</w:t>
      </w:r>
      <w:r>
        <w:rPr>
          <w:color w:val="000000" w:themeColor="text1"/>
          <w:sz w:val="36"/>
          <w:szCs w:val="36"/>
        </w:rPr>
        <w:t xml:space="preserve"> </w:t>
      </w:r>
      <w:r w:rsidR="00C1715D">
        <w:rPr>
          <w:color w:val="000000" w:themeColor="text1"/>
          <w:sz w:val="36"/>
          <w:szCs w:val="36"/>
        </w:rPr>
        <w:t>.</w:t>
      </w:r>
      <w:proofErr w:type="gramEnd"/>
      <w:r>
        <w:rPr>
          <w:color w:val="000000" w:themeColor="text1"/>
          <w:sz w:val="36"/>
          <w:szCs w:val="36"/>
        </w:rPr>
        <w:t>….. 9</w:t>
      </w:r>
    </w:p>
    <w:p w14:paraId="68DC130C" w14:textId="77777777" w:rsidR="00784545" w:rsidRPr="00784545" w:rsidRDefault="00784545" w:rsidP="00784545">
      <w:pPr>
        <w:rPr>
          <w:sz w:val="36"/>
          <w:szCs w:val="36"/>
        </w:rPr>
      </w:pPr>
    </w:p>
    <w:p w14:paraId="5DD3A5A0" w14:textId="77777777" w:rsidR="00F20295" w:rsidRPr="00F20295" w:rsidRDefault="00784545" w:rsidP="00F20295">
      <w:pPr>
        <w:rPr>
          <w:sz w:val="36"/>
          <w:szCs w:val="36"/>
        </w:rPr>
      </w:pPr>
      <w:r>
        <w:rPr>
          <w:sz w:val="36"/>
          <w:szCs w:val="36"/>
        </w:rPr>
        <w:t>Theatre to Film: Key Differences ……………………… 11</w:t>
      </w:r>
    </w:p>
    <w:p w14:paraId="1B85C50B" w14:textId="77777777" w:rsidR="00F20295" w:rsidRPr="00F20295" w:rsidRDefault="00F20295" w:rsidP="00F20295">
      <w:pPr>
        <w:rPr>
          <w:sz w:val="36"/>
          <w:szCs w:val="36"/>
        </w:rPr>
      </w:pPr>
    </w:p>
    <w:p w14:paraId="75E4E945" w14:textId="77777777" w:rsidR="00EE5A9C" w:rsidRDefault="00EE5A9C" w:rsidP="00212D14">
      <w:pPr>
        <w:rPr>
          <w:sz w:val="36"/>
          <w:szCs w:val="36"/>
        </w:rPr>
      </w:pPr>
    </w:p>
    <w:p w14:paraId="69D5F7B2" w14:textId="77777777" w:rsidR="00784545" w:rsidRDefault="00784545" w:rsidP="00212D14">
      <w:pPr>
        <w:rPr>
          <w:sz w:val="36"/>
          <w:szCs w:val="36"/>
        </w:rPr>
      </w:pPr>
    </w:p>
    <w:p w14:paraId="508C5CC7" w14:textId="77777777" w:rsidR="00784545" w:rsidRDefault="00784545" w:rsidP="00212D14">
      <w:pPr>
        <w:rPr>
          <w:sz w:val="36"/>
          <w:szCs w:val="36"/>
        </w:rPr>
      </w:pPr>
    </w:p>
    <w:p w14:paraId="33D01476" w14:textId="77777777" w:rsidR="00784545" w:rsidRDefault="00784545" w:rsidP="00212D14">
      <w:pPr>
        <w:rPr>
          <w:sz w:val="36"/>
          <w:szCs w:val="36"/>
        </w:rPr>
      </w:pPr>
    </w:p>
    <w:p w14:paraId="50ADC85C" w14:textId="77777777" w:rsidR="00B0011E" w:rsidRDefault="00B0011E" w:rsidP="00212D14">
      <w:pPr>
        <w:rPr>
          <w:sz w:val="36"/>
          <w:szCs w:val="36"/>
        </w:rPr>
      </w:pPr>
    </w:p>
    <w:p w14:paraId="35EC54ED" w14:textId="77777777" w:rsidR="00B0011E" w:rsidRDefault="00B0011E" w:rsidP="00212D14">
      <w:pPr>
        <w:rPr>
          <w:sz w:val="36"/>
          <w:szCs w:val="36"/>
        </w:rPr>
      </w:pPr>
    </w:p>
    <w:p w14:paraId="4682EA54" w14:textId="77777777" w:rsidR="00B0011E" w:rsidRDefault="00B0011E" w:rsidP="00212D14">
      <w:pPr>
        <w:rPr>
          <w:sz w:val="36"/>
          <w:szCs w:val="36"/>
        </w:rPr>
      </w:pPr>
    </w:p>
    <w:p w14:paraId="27647760" w14:textId="77777777" w:rsidR="00B0011E" w:rsidRDefault="00B0011E" w:rsidP="00212D14">
      <w:pPr>
        <w:rPr>
          <w:sz w:val="36"/>
          <w:szCs w:val="36"/>
        </w:rPr>
      </w:pPr>
    </w:p>
    <w:p w14:paraId="54447611" w14:textId="77777777" w:rsidR="00B0011E" w:rsidRDefault="00B0011E" w:rsidP="00212D14">
      <w:pPr>
        <w:rPr>
          <w:sz w:val="36"/>
          <w:szCs w:val="36"/>
        </w:rPr>
      </w:pPr>
    </w:p>
    <w:p w14:paraId="61723BFF" w14:textId="77777777" w:rsidR="00B0011E" w:rsidRDefault="00B0011E" w:rsidP="00212D14">
      <w:pPr>
        <w:rPr>
          <w:sz w:val="36"/>
          <w:szCs w:val="36"/>
        </w:rPr>
      </w:pPr>
    </w:p>
    <w:p w14:paraId="76748CF6" w14:textId="77777777" w:rsidR="00B0011E" w:rsidRDefault="00B0011E" w:rsidP="00212D14">
      <w:pPr>
        <w:rPr>
          <w:sz w:val="36"/>
          <w:szCs w:val="36"/>
        </w:rPr>
      </w:pPr>
    </w:p>
    <w:p w14:paraId="7050A5B6" w14:textId="77777777" w:rsidR="00B0011E" w:rsidRDefault="00B0011E" w:rsidP="00212D14">
      <w:pPr>
        <w:rPr>
          <w:sz w:val="36"/>
          <w:szCs w:val="36"/>
        </w:rPr>
      </w:pPr>
    </w:p>
    <w:p w14:paraId="60F22A21" w14:textId="77777777" w:rsidR="00B0011E" w:rsidRDefault="00B0011E" w:rsidP="00212D14">
      <w:pPr>
        <w:rPr>
          <w:sz w:val="36"/>
          <w:szCs w:val="36"/>
        </w:rPr>
      </w:pPr>
    </w:p>
    <w:p w14:paraId="45472D4C" w14:textId="77777777" w:rsidR="00B0011E" w:rsidRDefault="00B0011E" w:rsidP="00212D14">
      <w:pPr>
        <w:rPr>
          <w:sz w:val="36"/>
          <w:szCs w:val="36"/>
        </w:rPr>
      </w:pPr>
    </w:p>
    <w:p w14:paraId="56A1995F" w14:textId="77777777" w:rsidR="00B0011E" w:rsidRDefault="00B0011E" w:rsidP="00212D14">
      <w:pPr>
        <w:rPr>
          <w:sz w:val="36"/>
          <w:szCs w:val="36"/>
        </w:rPr>
      </w:pPr>
    </w:p>
    <w:p w14:paraId="6D6D84F6" w14:textId="77777777" w:rsidR="005001A8" w:rsidRDefault="005001A8" w:rsidP="00784545">
      <w:pPr>
        <w:jc w:val="center"/>
        <w:rPr>
          <w:sz w:val="36"/>
          <w:szCs w:val="36"/>
        </w:rPr>
      </w:pPr>
    </w:p>
    <w:p w14:paraId="2A483BC1" w14:textId="77777777" w:rsidR="00B0011E" w:rsidRDefault="00B0011E" w:rsidP="00784545">
      <w:pPr>
        <w:jc w:val="center"/>
        <w:rPr>
          <w:sz w:val="36"/>
          <w:szCs w:val="36"/>
          <w:u w:val="single"/>
        </w:rPr>
      </w:pPr>
      <w:r w:rsidRPr="00B0011E">
        <w:rPr>
          <w:sz w:val="36"/>
          <w:szCs w:val="36"/>
          <w:u w:val="single"/>
        </w:rPr>
        <w:lastRenderedPageBreak/>
        <w:t>Introduction</w:t>
      </w:r>
      <w:r w:rsidR="007A60C9">
        <w:rPr>
          <w:sz w:val="36"/>
          <w:szCs w:val="36"/>
          <w:u w:val="single"/>
        </w:rPr>
        <w:t>: Comparing Play and Film</w:t>
      </w:r>
    </w:p>
    <w:p w14:paraId="3029370D" w14:textId="77777777" w:rsidR="00B0011E" w:rsidRDefault="00B0011E" w:rsidP="00212D14">
      <w:pPr>
        <w:rPr>
          <w:sz w:val="36"/>
          <w:szCs w:val="36"/>
          <w:u w:val="single"/>
        </w:rPr>
      </w:pPr>
    </w:p>
    <w:p w14:paraId="3831C2B1" w14:textId="77777777" w:rsidR="00B0011E" w:rsidRDefault="00B0011E" w:rsidP="00212D14">
      <w:pPr>
        <w:rPr>
          <w:sz w:val="36"/>
          <w:szCs w:val="36"/>
        </w:rPr>
      </w:pPr>
      <w:r>
        <w:rPr>
          <w:sz w:val="36"/>
          <w:szCs w:val="36"/>
        </w:rPr>
        <w:t xml:space="preserve">Play: </w:t>
      </w:r>
      <w:r w:rsidRPr="001B253D">
        <w:rPr>
          <w:i/>
          <w:sz w:val="36"/>
          <w:szCs w:val="36"/>
        </w:rPr>
        <w:t>Romeo and Juliet</w:t>
      </w:r>
      <w:r>
        <w:rPr>
          <w:sz w:val="36"/>
          <w:szCs w:val="36"/>
        </w:rPr>
        <w:t xml:space="preserve"> by William Shakespeare (circa 1595)</w:t>
      </w:r>
    </w:p>
    <w:p w14:paraId="6806D963" w14:textId="77777777" w:rsidR="00B0011E" w:rsidRDefault="00B0011E" w:rsidP="00212D14">
      <w:pPr>
        <w:rPr>
          <w:sz w:val="36"/>
          <w:szCs w:val="36"/>
        </w:rPr>
      </w:pPr>
    </w:p>
    <w:p w14:paraId="69CEAA0A" w14:textId="77777777" w:rsidR="00B0011E" w:rsidRDefault="00B0011E" w:rsidP="00212D14">
      <w:pPr>
        <w:rPr>
          <w:sz w:val="36"/>
          <w:szCs w:val="36"/>
        </w:rPr>
      </w:pPr>
      <w:r>
        <w:rPr>
          <w:sz w:val="36"/>
          <w:szCs w:val="36"/>
        </w:rPr>
        <w:t xml:space="preserve">Film: </w:t>
      </w:r>
      <w:r w:rsidRPr="001B253D">
        <w:rPr>
          <w:i/>
          <w:sz w:val="36"/>
          <w:szCs w:val="36"/>
        </w:rPr>
        <w:t>William Shakespeare’s Romeo and Juliet</w:t>
      </w:r>
      <w:r>
        <w:rPr>
          <w:sz w:val="36"/>
          <w:szCs w:val="36"/>
        </w:rPr>
        <w:t xml:space="preserve"> directed by </w:t>
      </w:r>
      <w:proofErr w:type="spellStart"/>
      <w:r>
        <w:rPr>
          <w:sz w:val="36"/>
          <w:szCs w:val="36"/>
        </w:rPr>
        <w:t>Baz</w:t>
      </w:r>
      <w:proofErr w:type="spellEnd"/>
      <w:r>
        <w:rPr>
          <w:sz w:val="36"/>
          <w:szCs w:val="36"/>
        </w:rPr>
        <w:t xml:space="preserve"> </w:t>
      </w:r>
      <w:proofErr w:type="spellStart"/>
      <w:r>
        <w:rPr>
          <w:sz w:val="36"/>
          <w:szCs w:val="36"/>
        </w:rPr>
        <w:t>Luhrmann</w:t>
      </w:r>
      <w:proofErr w:type="spellEnd"/>
      <w:r>
        <w:rPr>
          <w:sz w:val="36"/>
          <w:szCs w:val="36"/>
        </w:rPr>
        <w:t xml:space="preserve"> (1996)</w:t>
      </w:r>
    </w:p>
    <w:p w14:paraId="385E443C" w14:textId="77777777" w:rsidR="00B0011E" w:rsidRDefault="00B0011E" w:rsidP="00212D14">
      <w:pPr>
        <w:rPr>
          <w:sz w:val="36"/>
          <w:szCs w:val="36"/>
        </w:rPr>
      </w:pPr>
    </w:p>
    <w:p w14:paraId="136C7C47" w14:textId="77777777" w:rsidR="00B0011E" w:rsidRDefault="00B0011E" w:rsidP="00212D14">
      <w:pPr>
        <w:rPr>
          <w:color w:val="FF0000"/>
          <w:sz w:val="36"/>
          <w:szCs w:val="36"/>
        </w:rPr>
      </w:pPr>
      <w:r w:rsidRPr="00B0011E">
        <w:rPr>
          <w:color w:val="FF0000"/>
          <w:sz w:val="36"/>
          <w:szCs w:val="36"/>
        </w:rPr>
        <w:t xml:space="preserve">Why do you think </w:t>
      </w:r>
      <w:proofErr w:type="spellStart"/>
      <w:r w:rsidRPr="00B0011E">
        <w:rPr>
          <w:color w:val="FF0000"/>
          <w:sz w:val="36"/>
          <w:szCs w:val="36"/>
        </w:rPr>
        <w:t>Baz</w:t>
      </w:r>
      <w:proofErr w:type="spellEnd"/>
      <w:r w:rsidRPr="00B0011E">
        <w:rPr>
          <w:color w:val="FF0000"/>
          <w:sz w:val="36"/>
          <w:szCs w:val="36"/>
        </w:rPr>
        <w:t xml:space="preserve"> </w:t>
      </w:r>
      <w:proofErr w:type="spellStart"/>
      <w:r w:rsidRPr="00B0011E">
        <w:rPr>
          <w:color w:val="FF0000"/>
          <w:sz w:val="36"/>
          <w:szCs w:val="36"/>
        </w:rPr>
        <w:t>Luhrman</w:t>
      </w:r>
      <w:proofErr w:type="spellEnd"/>
      <w:r w:rsidRPr="00B0011E">
        <w:rPr>
          <w:color w:val="FF0000"/>
          <w:sz w:val="36"/>
          <w:szCs w:val="36"/>
        </w:rPr>
        <w:t xml:space="preserve"> has kept ‘William Shakespeare’ in the title?</w:t>
      </w:r>
    </w:p>
    <w:p w14:paraId="43E87866" w14:textId="77777777" w:rsidR="00B0011E" w:rsidRPr="00B0011E" w:rsidRDefault="00B0011E" w:rsidP="00B0011E">
      <w:pPr>
        <w:rPr>
          <w:color w:val="FFFFFF" w:themeColor="background1"/>
          <w:sz w:val="36"/>
          <w:szCs w:val="36"/>
        </w:rPr>
      </w:pPr>
      <w:r w:rsidRPr="00F20295">
        <w:rPr>
          <w:color w:val="FFFFFF" w:themeColor="background1"/>
          <w:sz w:val="36"/>
          <w:szCs w:val="36"/>
        </w:rPr>
        <w:t>………………….………………….………………….……………………..</w:t>
      </w:r>
    </w:p>
    <w:p w14:paraId="485FBB45" w14:textId="77777777" w:rsidR="00B0011E" w:rsidRPr="00F20295" w:rsidRDefault="00B0011E" w:rsidP="00B0011E">
      <w:pPr>
        <w:rPr>
          <w:sz w:val="36"/>
          <w:szCs w:val="36"/>
        </w:rPr>
      </w:pPr>
      <w:r>
        <w:rPr>
          <w:sz w:val="36"/>
          <w:szCs w:val="36"/>
        </w:rPr>
        <w:t>………………….………………….………………….…………………….</w:t>
      </w:r>
    </w:p>
    <w:p w14:paraId="1BA01438" w14:textId="77777777" w:rsidR="00B0011E" w:rsidRPr="00F20295" w:rsidRDefault="00B0011E" w:rsidP="00B0011E">
      <w:pPr>
        <w:rPr>
          <w:sz w:val="36"/>
          <w:szCs w:val="36"/>
        </w:rPr>
      </w:pPr>
    </w:p>
    <w:p w14:paraId="67346D20" w14:textId="77777777" w:rsidR="00B0011E" w:rsidRDefault="00B0011E" w:rsidP="00B0011E">
      <w:pPr>
        <w:rPr>
          <w:sz w:val="36"/>
          <w:szCs w:val="36"/>
        </w:rPr>
      </w:pPr>
      <w:r>
        <w:rPr>
          <w:sz w:val="36"/>
          <w:szCs w:val="36"/>
        </w:rPr>
        <w:t>………………….………………….………………….…………………….</w:t>
      </w:r>
    </w:p>
    <w:p w14:paraId="614B5B16" w14:textId="77777777" w:rsidR="00B0011E" w:rsidRDefault="00B0011E" w:rsidP="00B0011E">
      <w:pPr>
        <w:rPr>
          <w:sz w:val="36"/>
          <w:szCs w:val="36"/>
        </w:rPr>
      </w:pPr>
    </w:p>
    <w:p w14:paraId="22F23B80" w14:textId="77777777" w:rsidR="00B0011E" w:rsidRDefault="00B0011E" w:rsidP="00B0011E">
      <w:pPr>
        <w:rPr>
          <w:sz w:val="36"/>
          <w:szCs w:val="36"/>
        </w:rPr>
      </w:pPr>
      <w:r>
        <w:rPr>
          <w:sz w:val="36"/>
          <w:szCs w:val="36"/>
        </w:rPr>
        <w:t>………………….………………….………………….…………………….</w:t>
      </w:r>
    </w:p>
    <w:p w14:paraId="41E1758A" w14:textId="77777777" w:rsidR="00B0011E" w:rsidRDefault="00B0011E" w:rsidP="00212D14">
      <w:pPr>
        <w:rPr>
          <w:color w:val="FF0000"/>
          <w:sz w:val="36"/>
          <w:szCs w:val="36"/>
        </w:rPr>
      </w:pPr>
    </w:p>
    <w:p w14:paraId="01671963" w14:textId="77777777" w:rsidR="00B0011E" w:rsidRDefault="00B0011E" w:rsidP="00212D14">
      <w:pPr>
        <w:rPr>
          <w:color w:val="000000" w:themeColor="text1"/>
          <w:sz w:val="32"/>
          <w:szCs w:val="36"/>
        </w:rPr>
      </w:pPr>
      <w:r>
        <w:rPr>
          <w:color w:val="000000" w:themeColor="text1"/>
          <w:sz w:val="32"/>
          <w:szCs w:val="36"/>
        </w:rPr>
        <w:t>‘Shakespeare’s plays touched everyone, from the street sweeper to the Queen of England. He was a rambunctious, sexy, violent, entertaining storyteller. We’re trying to make the movie rambunctious, sexy, violent, and entertaining the way Shakespeare might have if he had been a filmmaker. We have not shied away from clashing low comedy with high tragedy, which is the style of the play</w:t>
      </w:r>
      <w:r w:rsidR="009C5EA1">
        <w:rPr>
          <w:color w:val="000000" w:themeColor="text1"/>
          <w:sz w:val="32"/>
          <w:szCs w:val="36"/>
        </w:rPr>
        <w:t xml:space="preserve">, for it’s the low comedy that allows you to embrace the very high emotions of the tragedy. […] Juliet is written as a very smart, active character. She decided to get married, she resolves to take the sleeping potion, </w:t>
      </w:r>
      <w:proofErr w:type="gramStart"/>
      <w:r w:rsidR="009C5EA1">
        <w:rPr>
          <w:color w:val="000000" w:themeColor="text1"/>
          <w:sz w:val="32"/>
          <w:szCs w:val="36"/>
        </w:rPr>
        <w:t>she</w:t>
      </w:r>
      <w:proofErr w:type="gramEnd"/>
      <w:r w:rsidR="009C5EA1">
        <w:rPr>
          <w:color w:val="000000" w:themeColor="text1"/>
          <w:sz w:val="32"/>
          <w:szCs w:val="36"/>
        </w:rPr>
        <w:t xml:space="preserve"> really drives the piece. […] Everything that’s in the movie is drawn from Shakespeare’s play. Violence, murder, lust, love, poison drugs that mimic death, its all there.’</w:t>
      </w:r>
    </w:p>
    <w:p w14:paraId="6B458DCE" w14:textId="77777777" w:rsidR="009C5EA1" w:rsidRDefault="009C5EA1" w:rsidP="00212D14">
      <w:pPr>
        <w:rPr>
          <w:color w:val="000000" w:themeColor="text1"/>
          <w:sz w:val="32"/>
          <w:szCs w:val="36"/>
        </w:rPr>
      </w:pPr>
    </w:p>
    <w:p w14:paraId="665E036F" w14:textId="77777777" w:rsidR="009C5EA1" w:rsidRPr="009C5EA1" w:rsidRDefault="009C5EA1" w:rsidP="009C5EA1">
      <w:pPr>
        <w:pStyle w:val="ListParagraph"/>
        <w:numPr>
          <w:ilvl w:val="0"/>
          <w:numId w:val="5"/>
        </w:numPr>
        <w:rPr>
          <w:color w:val="000000" w:themeColor="text1"/>
          <w:sz w:val="32"/>
          <w:szCs w:val="36"/>
        </w:rPr>
      </w:pPr>
      <w:r w:rsidRPr="009C5EA1">
        <w:rPr>
          <w:color w:val="000000" w:themeColor="text1"/>
          <w:sz w:val="32"/>
          <w:szCs w:val="36"/>
        </w:rPr>
        <w:t xml:space="preserve">A note from </w:t>
      </w:r>
      <w:proofErr w:type="spellStart"/>
      <w:r w:rsidRPr="009C5EA1">
        <w:rPr>
          <w:color w:val="000000" w:themeColor="text1"/>
          <w:sz w:val="32"/>
          <w:szCs w:val="36"/>
        </w:rPr>
        <w:t>Baz</w:t>
      </w:r>
      <w:proofErr w:type="spellEnd"/>
      <w:r w:rsidRPr="009C5EA1">
        <w:rPr>
          <w:color w:val="000000" w:themeColor="text1"/>
          <w:sz w:val="32"/>
          <w:szCs w:val="36"/>
        </w:rPr>
        <w:t xml:space="preserve"> </w:t>
      </w:r>
      <w:proofErr w:type="spellStart"/>
      <w:r w:rsidRPr="009C5EA1">
        <w:rPr>
          <w:color w:val="000000" w:themeColor="text1"/>
          <w:sz w:val="32"/>
          <w:szCs w:val="36"/>
        </w:rPr>
        <w:t>Luhrmann</w:t>
      </w:r>
      <w:proofErr w:type="spellEnd"/>
      <w:r w:rsidRPr="009C5EA1">
        <w:rPr>
          <w:color w:val="000000" w:themeColor="text1"/>
          <w:sz w:val="32"/>
          <w:szCs w:val="36"/>
        </w:rPr>
        <w:t xml:space="preserve"> (from the published screenplay)</w:t>
      </w:r>
    </w:p>
    <w:p w14:paraId="1D92B254" w14:textId="77777777" w:rsidR="005001A8" w:rsidRDefault="005001A8" w:rsidP="005001A8">
      <w:pPr>
        <w:rPr>
          <w:color w:val="000000" w:themeColor="text1"/>
          <w:sz w:val="32"/>
          <w:szCs w:val="36"/>
        </w:rPr>
      </w:pPr>
    </w:p>
    <w:p w14:paraId="5B01BAE0" w14:textId="77777777" w:rsidR="007A60C9" w:rsidRDefault="007A60C9" w:rsidP="005001A8">
      <w:pPr>
        <w:jc w:val="center"/>
        <w:rPr>
          <w:color w:val="000000" w:themeColor="text1"/>
          <w:sz w:val="32"/>
          <w:szCs w:val="36"/>
          <w:u w:val="single"/>
        </w:rPr>
      </w:pPr>
      <w:bookmarkStart w:id="0" w:name="_GoBack"/>
      <w:bookmarkEnd w:id="0"/>
      <w:r w:rsidRPr="00C1715D">
        <w:rPr>
          <w:i/>
          <w:color w:val="000000" w:themeColor="text1"/>
          <w:sz w:val="32"/>
          <w:szCs w:val="36"/>
          <w:u w:val="single"/>
        </w:rPr>
        <w:lastRenderedPageBreak/>
        <w:t>Romeo and Juliet</w:t>
      </w:r>
      <w:r>
        <w:rPr>
          <w:color w:val="000000" w:themeColor="text1"/>
          <w:sz w:val="32"/>
          <w:szCs w:val="36"/>
          <w:u w:val="single"/>
        </w:rPr>
        <w:t xml:space="preserve"> (1595)</w:t>
      </w:r>
    </w:p>
    <w:p w14:paraId="6C6B0F32" w14:textId="77777777" w:rsidR="007A60C9" w:rsidRDefault="007A60C9" w:rsidP="007A60C9">
      <w:pPr>
        <w:jc w:val="center"/>
        <w:rPr>
          <w:color w:val="000000" w:themeColor="text1"/>
          <w:sz w:val="32"/>
          <w:szCs w:val="36"/>
          <w:u w:val="single"/>
        </w:rPr>
      </w:pPr>
    </w:p>
    <w:p w14:paraId="6232D99D" w14:textId="77777777" w:rsidR="007A60C9" w:rsidRDefault="007A60C9" w:rsidP="007A60C9">
      <w:pPr>
        <w:rPr>
          <w:color w:val="000000" w:themeColor="text1"/>
          <w:sz w:val="32"/>
          <w:szCs w:val="36"/>
        </w:rPr>
      </w:pPr>
      <w:r w:rsidRPr="00C1715D">
        <w:rPr>
          <w:i/>
          <w:color w:val="000000" w:themeColor="text1"/>
          <w:sz w:val="32"/>
          <w:szCs w:val="36"/>
        </w:rPr>
        <w:t>Romeo and Juliet</w:t>
      </w:r>
      <w:r>
        <w:rPr>
          <w:color w:val="000000" w:themeColor="text1"/>
          <w:sz w:val="32"/>
          <w:szCs w:val="36"/>
        </w:rPr>
        <w:t xml:space="preserve"> was probably first performed in 1595. It was first published in quarto in 1597. A second quarto was published in 1599. A first Folio was published in 1623.</w:t>
      </w:r>
    </w:p>
    <w:p w14:paraId="53D33DF7" w14:textId="77777777" w:rsidR="007A60C9" w:rsidRDefault="007A60C9" w:rsidP="007A60C9">
      <w:pPr>
        <w:rPr>
          <w:color w:val="000000" w:themeColor="text1"/>
          <w:sz w:val="32"/>
          <w:szCs w:val="36"/>
        </w:rPr>
      </w:pPr>
    </w:p>
    <w:p w14:paraId="69FD1614" w14:textId="77777777" w:rsidR="007A60C9" w:rsidRDefault="007A60C9" w:rsidP="007A60C9">
      <w:pPr>
        <w:rPr>
          <w:color w:val="FF0000"/>
          <w:sz w:val="32"/>
          <w:szCs w:val="36"/>
        </w:rPr>
      </w:pPr>
      <w:r w:rsidRPr="007A60C9">
        <w:rPr>
          <w:color w:val="FF0000"/>
          <w:sz w:val="32"/>
          <w:szCs w:val="36"/>
        </w:rPr>
        <w:t>What is a quarto?</w:t>
      </w:r>
    </w:p>
    <w:p w14:paraId="2D44E5F1" w14:textId="77777777" w:rsidR="007A60C9" w:rsidRDefault="007A60C9" w:rsidP="007A60C9">
      <w:pPr>
        <w:rPr>
          <w:sz w:val="36"/>
          <w:szCs w:val="36"/>
        </w:rPr>
      </w:pPr>
      <w:r>
        <w:rPr>
          <w:sz w:val="36"/>
          <w:szCs w:val="36"/>
        </w:rPr>
        <w:t>………………….………………….………………….…………………….</w:t>
      </w:r>
    </w:p>
    <w:p w14:paraId="47361EE0" w14:textId="77777777" w:rsidR="007A60C9" w:rsidRDefault="007A60C9" w:rsidP="007A60C9">
      <w:pPr>
        <w:rPr>
          <w:sz w:val="36"/>
          <w:szCs w:val="36"/>
        </w:rPr>
      </w:pPr>
    </w:p>
    <w:p w14:paraId="024B466E" w14:textId="77777777" w:rsidR="007A60C9" w:rsidRDefault="007A60C9" w:rsidP="007A60C9">
      <w:pPr>
        <w:rPr>
          <w:sz w:val="36"/>
          <w:szCs w:val="36"/>
        </w:rPr>
      </w:pPr>
      <w:r>
        <w:rPr>
          <w:sz w:val="36"/>
          <w:szCs w:val="36"/>
        </w:rPr>
        <w:t>………………….………………….………………….…………………….</w:t>
      </w:r>
    </w:p>
    <w:p w14:paraId="1CD98F47" w14:textId="77777777" w:rsidR="007A60C9" w:rsidRDefault="007A60C9" w:rsidP="007A60C9">
      <w:pPr>
        <w:rPr>
          <w:color w:val="FF0000"/>
          <w:sz w:val="32"/>
          <w:szCs w:val="36"/>
        </w:rPr>
      </w:pPr>
    </w:p>
    <w:p w14:paraId="615A5BCD" w14:textId="77777777" w:rsidR="007A60C9" w:rsidRDefault="007A60C9" w:rsidP="007A60C9">
      <w:pPr>
        <w:rPr>
          <w:color w:val="FF0000"/>
          <w:sz w:val="32"/>
          <w:szCs w:val="36"/>
        </w:rPr>
      </w:pPr>
    </w:p>
    <w:p w14:paraId="6280C37A" w14:textId="77777777" w:rsidR="007A60C9" w:rsidRDefault="007A60C9" w:rsidP="007A60C9">
      <w:pPr>
        <w:rPr>
          <w:color w:val="FF0000"/>
          <w:sz w:val="32"/>
          <w:szCs w:val="36"/>
        </w:rPr>
      </w:pPr>
      <w:r>
        <w:rPr>
          <w:color w:val="FF0000"/>
          <w:sz w:val="32"/>
          <w:szCs w:val="36"/>
        </w:rPr>
        <w:t>What is a folio?</w:t>
      </w:r>
    </w:p>
    <w:p w14:paraId="00D810C4" w14:textId="77777777" w:rsidR="007A60C9" w:rsidRDefault="007A60C9" w:rsidP="007A60C9">
      <w:pPr>
        <w:rPr>
          <w:sz w:val="36"/>
          <w:szCs w:val="36"/>
        </w:rPr>
      </w:pPr>
      <w:r>
        <w:rPr>
          <w:sz w:val="36"/>
          <w:szCs w:val="36"/>
        </w:rPr>
        <w:t>………………….………………….………………….…………………….</w:t>
      </w:r>
    </w:p>
    <w:p w14:paraId="7C07E2D3" w14:textId="77777777" w:rsidR="007A60C9" w:rsidRDefault="007A60C9" w:rsidP="007A60C9">
      <w:pPr>
        <w:rPr>
          <w:sz w:val="36"/>
          <w:szCs w:val="36"/>
        </w:rPr>
      </w:pPr>
    </w:p>
    <w:p w14:paraId="5595BEA0" w14:textId="77777777" w:rsidR="007A60C9" w:rsidRDefault="007A60C9" w:rsidP="007A60C9">
      <w:pPr>
        <w:rPr>
          <w:sz w:val="36"/>
          <w:szCs w:val="36"/>
        </w:rPr>
      </w:pPr>
      <w:r>
        <w:rPr>
          <w:sz w:val="36"/>
          <w:szCs w:val="36"/>
        </w:rPr>
        <w:t>………………….………………….………………….…………………….</w:t>
      </w:r>
    </w:p>
    <w:p w14:paraId="6CBEDCCF" w14:textId="77777777" w:rsidR="007A60C9" w:rsidRDefault="007A60C9" w:rsidP="007A60C9">
      <w:pPr>
        <w:rPr>
          <w:color w:val="FF0000"/>
          <w:sz w:val="32"/>
          <w:szCs w:val="36"/>
        </w:rPr>
      </w:pPr>
    </w:p>
    <w:p w14:paraId="7129E57C" w14:textId="77777777" w:rsidR="007A60C9" w:rsidRPr="001B253D" w:rsidRDefault="007A60C9" w:rsidP="007A60C9">
      <w:pPr>
        <w:rPr>
          <w:color w:val="008000"/>
          <w:sz w:val="32"/>
          <w:szCs w:val="36"/>
        </w:rPr>
      </w:pPr>
      <w:r w:rsidRPr="001B253D">
        <w:rPr>
          <w:color w:val="008000"/>
          <w:sz w:val="32"/>
          <w:szCs w:val="36"/>
        </w:rPr>
        <w:t xml:space="preserve">What is </w:t>
      </w:r>
      <w:r w:rsidRPr="00C1715D">
        <w:rPr>
          <w:i/>
          <w:color w:val="008000"/>
          <w:sz w:val="32"/>
          <w:szCs w:val="36"/>
        </w:rPr>
        <w:t>Romeo and Juliet</w:t>
      </w:r>
      <w:r w:rsidRPr="001B253D">
        <w:rPr>
          <w:color w:val="008000"/>
          <w:sz w:val="32"/>
          <w:szCs w:val="36"/>
        </w:rPr>
        <w:t xml:space="preserve"> based on?</w:t>
      </w:r>
    </w:p>
    <w:p w14:paraId="6F55C2A6" w14:textId="77777777" w:rsidR="007A60C9" w:rsidRPr="007A60C9" w:rsidRDefault="007A60C9" w:rsidP="007A60C9">
      <w:pPr>
        <w:rPr>
          <w:sz w:val="32"/>
          <w:szCs w:val="36"/>
        </w:rPr>
      </w:pPr>
    </w:p>
    <w:p w14:paraId="48195D34" w14:textId="77777777" w:rsidR="007A60C9" w:rsidRDefault="007A60C9" w:rsidP="007A60C9">
      <w:pPr>
        <w:rPr>
          <w:sz w:val="32"/>
          <w:szCs w:val="36"/>
        </w:rPr>
      </w:pPr>
      <w:r w:rsidRPr="007A60C9">
        <w:rPr>
          <w:sz w:val="32"/>
          <w:szCs w:val="36"/>
        </w:rPr>
        <w:t xml:space="preserve">Arguably, Arthur Brooke’s long poem, </w:t>
      </w:r>
      <w:r w:rsidR="001B253D">
        <w:rPr>
          <w:sz w:val="32"/>
          <w:szCs w:val="36"/>
        </w:rPr>
        <w:t>‘</w:t>
      </w:r>
      <w:proofErr w:type="spellStart"/>
      <w:r w:rsidRPr="007A60C9">
        <w:rPr>
          <w:sz w:val="32"/>
          <w:szCs w:val="36"/>
        </w:rPr>
        <w:t>Tragicall</w:t>
      </w:r>
      <w:proofErr w:type="spellEnd"/>
      <w:r w:rsidRPr="007A60C9">
        <w:rPr>
          <w:sz w:val="32"/>
          <w:szCs w:val="36"/>
        </w:rPr>
        <w:t xml:space="preserve"> </w:t>
      </w:r>
      <w:proofErr w:type="spellStart"/>
      <w:r w:rsidRPr="007A60C9">
        <w:rPr>
          <w:sz w:val="32"/>
          <w:szCs w:val="36"/>
        </w:rPr>
        <w:t>Historye</w:t>
      </w:r>
      <w:proofErr w:type="spellEnd"/>
      <w:r w:rsidRPr="007A60C9">
        <w:rPr>
          <w:sz w:val="32"/>
          <w:szCs w:val="36"/>
        </w:rPr>
        <w:t xml:space="preserve"> of </w:t>
      </w:r>
      <w:proofErr w:type="spellStart"/>
      <w:r w:rsidRPr="007A60C9">
        <w:rPr>
          <w:sz w:val="32"/>
          <w:szCs w:val="36"/>
        </w:rPr>
        <w:t>Romeus</w:t>
      </w:r>
      <w:proofErr w:type="spellEnd"/>
      <w:r w:rsidRPr="007A60C9">
        <w:rPr>
          <w:sz w:val="32"/>
          <w:szCs w:val="36"/>
        </w:rPr>
        <w:t xml:space="preserve"> and Juliet</w:t>
      </w:r>
      <w:r w:rsidR="001B253D">
        <w:rPr>
          <w:sz w:val="32"/>
          <w:szCs w:val="36"/>
        </w:rPr>
        <w:t>’</w:t>
      </w:r>
      <w:r w:rsidRPr="007A60C9">
        <w:rPr>
          <w:sz w:val="32"/>
          <w:szCs w:val="36"/>
        </w:rPr>
        <w:t xml:space="preserve"> (1562), which was bas</w:t>
      </w:r>
      <w:r w:rsidR="001B253D">
        <w:rPr>
          <w:sz w:val="32"/>
          <w:szCs w:val="36"/>
        </w:rPr>
        <w:t>e</w:t>
      </w:r>
      <w:r w:rsidRPr="007A60C9">
        <w:rPr>
          <w:sz w:val="32"/>
          <w:szCs w:val="36"/>
        </w:rPr>
        <w:t xml:space="preserve">d on a French prose version by Pierre </w:t>
      </w:r>
      <w:proofErr w:type="spellStart"/>
      <w:r w:rsidRPr="007A60C9">
        <w:rPr>
          <w:sz w:val="32"/>
          <w:szCs w:val="36"/>
        </w:rPr>
        <w:t>Boaistuau</w:t>
      </w:r>
      <w:proofErr w:type="spellEnd"/>
      <w:r w:rsidRPr="007A60C9">
        <w:rPr>
          <w:sz w:val="32"/>
          <w:szCs w:val="36"/>
        </w:rPr>
        <w:t xml:space="preserve"> (1559), who was adapting an Italian version by Bandello (1554), which is based on Luigi De Porto’s version (1525) of a tale by </w:t>
      </w:r>
      <w:proofErr w:type="spellStart"/>
      <w:r w:rsidRPr="007A60C9">
        <w:rPr>
          <w:sz w:val="32"/>
          <w:szCs w:val="36"/>
        </w:rPr>
        <w:t>Masuccio</w:t>
      </w:r>
      <w:proofErr w:type="spellEnd"/>
      <w:r w:rsidRPr="007A60C9">
        <w:rPr>
          <w:sz w:val="32"/>
          <w:szCs w:val="36"/>
        </w:rPr>
        <w:t xml:space="preserve"> </w:t>
      </w:r>
      <w:proofErr w:type="spellStart"/>
      <w:r w:rsidRPr="007A60C9">
        <w:rPr>
          <w:sz w:val="32"/>
          <w:szCs w:val="36"/>
        </w:rPr>
        <w:t>Salernitano</w:t>
      </w:r>
      <w:proofErr w:type="spellEnd"/>
      <w:r w:rsidRPr="007A60C9">
        <w:rPr>
          <w:sz w:val="32"/>
          <w:szCs w:val="36"/>
        </w:rPr>
        <w:t xml:space="preserve"> (1476).  – Greenblatt p.897</w:t>
      </w:r>
    </w:p>
    <w:p w14:paraId="10197A52" w14:textId="77777777" w:rsidR="007A60C9" w:rsidRDefault="007A60C9" w:rsidP="007A60C9">
      <w:pPr>
        <w:rPr>
          <w:sz w:val="32"/>
          <w:szCs w:val="36"/>
        </w:rPr>
      </w:pPr>
    </w:p>
    <w:p w14:paraId="3C765AE1" w14:textId="77777777" w:rsidR="007A60C9" w:rsidRDefault="007A60C9" w:rsidP="007A60C9">
      <w:pPr>
        <w:rPr>
          <w:color w:val="FF0000"/>
          <w:sz w:val="32"/>
          <w:szCs w:val="36"/>
        </w:rPr>
      </w:pPr>
      <w:r w:rsidRPr="007A60C9">
        <w:rPr>
          <w:color w:val="FF0000"/>
          <w:sz w:val="32"/>
          <w:szCs w:val="36"/>
        </w:rPr>
        <w:t>Do you think it is important for a play to be ‘original’ or is it sometimes good to ‘borrow’ ideas from others?</w:t>
      </w:r>
    </w:p>
    <w:p w14:paraId="23894155" w14:textId="77777777" w:rsidR="007A60C9" w:rsidRDefault="007A60C9" w:rsidP="007A60C9">
      <w:pPr>
        <w:rPr>
          <w:sz w:val="36"/>
          <w:szCs w:val="36"/>
        </w:rPr>
      </w:pPr>
      <w:r>
        <w:rPr>
          <w:sz w:val="36"/>
          <w:szCs w:val="36"/>
        </w:rPr>
        <w:t>………………….………………….………………….…………………….</w:t>
      </w:r>
    </w:p>
    <w:p w14:paraId="639C1A51" w14:textId="77777777" w:rsidR="007A60C9" w:rsidRDefault="007A60C9" w:rsidP="007A60C9">
      <w:pPr>
        <w:rPr>
          <w:sz w:val="36"/>
          <w:szCs w:val="36"/>
        </w:rPr>
      </w:pPr>
    </w:p>
    <w:p w14:paraId="76AA775B" w14:textId="77777777" w:rsidR="007A60C9" w:rsidRDefault="007A60C9" w:rsidP="007A60C9">
      <w:pPr>
        <w:rPr>
          <w:sz w:val="36"/>
          <w:szCs w:val="36"/>
        </w:rPr>
      </w:pPr>
      <w:r>
        <w:rPr>
          <w:sz w:val="36"/>
          <w:szCs w:val="36"/>
        </w:rPr>
        <w:t>………………….………………….………………….…………………….</w:t>
      </w:r>
    </w:p>
    <w:p w14:paraId="04B1C769" w14:textId="77777777" w:rsidR="007A60C9" w:rsidRDefault="007A60C9" w:rsidP="007A60C9">
      <w:pPr>
        <w:rPr>
          <w:sz w:val="36"/>
          <w:szCs w:val="36"/>
        </w:rPr>
      </w:pPr>
    </w:p>
    <w:p w14:paraId="333BC99B" w14:textId="77777777" w:rsidR="007A60C9" w:rsidRDefault="007A60C9" w:rsidP="007A60C9">
      <w:pPr>
        <w:rPr>
          <w:sz w:val="36"/>
          <w:szCs w:val="36"/>
        </w:rPr>
      </w:pPr>
      <w:r>
        <w:rPr>
          <w:sz w:val="36"/>
          <w:szCs w:val="36"/>
        </w:rPr>
        <w:t>………………….………………….………………….…………………….</w:t>
      </w:r>
    </w:p>
    <w:p w14:paraId="17B21D92" w14:textId="77777777" w:rsidR="007A60C9" w:rsidRDefault="007A60C9" w:rsidP="007A60C9">
      <w:pPr>
        <w:rPr>
          <w:sz w:val="36"/>
          <w:szCs w:val="36"/>
        </w:rPr>
      </w:pPr>
    </w:p>
    <w:p w14:paraId="272530D9" w14:textId="77777777" w:rsidR="007A60C9" w:rsidRDefault="007A60C9" w:rsidP="007A60C9">
      <w:pPr>
        <w:rPr>
          <w:sz w:val="36"/>
          <w:szCs w:val="36"/>
        </w:rPr>
      </w:pPr>
      <w:r>
        <w:rPr>
          <w:sz w:val="36"/>
          <w:szCs w:val="36"/>
        </w:rPr>
        <w:t>………………….………………….………………….…………………….</w:t>
      </w:r>
    </w:p>
    <w:p w14:paraId="58CFC142" w14:textId="77777777" w:rsidR="007A60C9" w:rsidRDefault="003D650C" w:rsidP="003D650C">
      <w:pPr>
        <w:jc w:val="center"/>
        <w:rPr>
          <w:sz w:val="32"/>
          <w:szCs w:val="36"/>
          <w:u w:val="single"/>
        </w:rPr>
      </w:pPr>
      <w:r w:rsidRPr="003D650C">
        <w:rPr>
          <w:sz w:val="32"/>
          <w:szCs w:val="36"/>
          <w:u w:val="single"/>
        </w:rPr>
        <w:lastRenderedPageBreak/>
        <w:t>Verbal Performance</w:t>
      </w:r>
    </w:p>
    <w:p w14:paraId="3535E54E" w14:textId="77777777" w:rsidR="003D650C" w:rsidRDefault="003D650C" w:rsidP="003D650C">
      <w:pPr>
        <w:jc w:val="center"/>
        <w:rPr>
          <w:sz w:val="32"/>
          <w:szCs w:val="36"/>
          <w:u w:val="single"/>
        </w:rPr>
      </w:pPr>
    </w:p>
    <w:p w14:paraId="6FAAC37D" w14:textId="77777777" w:rsidR="007A60C9" w:rsidRDefault="003D650C" w:rsidP="003D650C">
      <w:pPr>
        <w:rPr>
          <w:sz w:val="32"/>
          <w:szCs w:val="36"/>
        </w:rPr>
      </w:pPr>
      <w:r w:rsidRPr="003D650C">
        <w:rPr>
          <w:sz w:val="32"/>
          <w:szCs w:val="36"/>
        </w:rPr>
        <w:t>As a play words are usually st</w:t>
      </w:r>
      <w:r>
        <w:rPr>
          <w:sz w:val="32"/>
          <w:szCs w:val="36"/>
        </w:rPr>
        <w:t>yled to:</w:t>
      </w:r>
    </w:p>
    <w:p w14:paraId="051A90AB" w14:textId="77777777" w:rsidR="003D650C" w:rsidRDefault="003D650C" w:rsidP="003D650C">
      <w:pPr>
        <w:ind w:left="480"/>
        <w:rPr>
          <w:sz w:val="32"/>
          <w:szCs w:val="36"/>
        </w:rPr>
      </w:pPr>
    </w:p>
    <w:p w14:paraId="672CA624" w14:textId="77777777" w:rsidR="003D650C" w:rsidRPr="003D650C" w:rsidRDefault="003D650C" w:rsidP="003D650C">
      <w:pPr>
        <w:pStyle w:val="ListParagraph"/>
        <w:numPr>
          <w:ilvl w:val="0"/>
          <w:numId w:val="5"/>
        </w:numPr>
        <w:ind w:left="920"/>
        <w:rPr>
          <w:sz w:val="32"/>
          <w:szCs w:val="36"/>
        </w:rPr>
      </w:pPr>
      <w:r w:rsidRPr="003D650C">
        <w:rPr>
          <w:sz w:val="32"/>
          <w:szCs w:val="36"/>
        </w:rPr>
        <w:t>Insult others</w:t>
      </w:r>
    </w:p>
    <w:p w14:paraId="36EEB1DC" w14:textId="77777777" w:rsidR="003D650C" w:rsidRDefault="003D650C" w:rsidP="003D650C">
      <w:pPr>
        <w:pStyle w:val="ListParagraph"/>
        <w:numPr>
          <w:ilvl w:val="0"/>
          <w:numId w:val="5"/>
        </w:numPr>
        <w:ind w:left="920"/>
        <w:rPr>
          <w:sz w:val="32"/>
          <w:szCs w:val="36"/>
        </w:rPr>
      </w:pPr>
      <w:r>
        <w:rPr>
          <w:sz w:val="32"/>
          <w:szCs w:val="36"/>
        </w:rPr>
        <w:t>Confess</w:t>
      </w:r>
    </w:p>
    <w:p w14:paraId="7E2A0548" w14:textId="77777777" w:rsidR="003D650C" w:rsidRDefault="003D650C" w:rsidP="003D650C">
      <w:pPr>
        <w:pStyle w:val="ListParagraph"/>
        <w:numPr>
          <w:ilvl w:val="0"/>
          <w:numId w:val="5"/>
        </w:numPr>
        <w:ind w:left="920"/>
        <w:rPr>
          <w:sz w:val="32"/>
          <w:szCs w:val="36"/>
        </w:rPr>
      </w:pPr>
      <w:r>
        <w:rPr>
          <w:sz w:val="32"/>
          <w:szCs w:val="36"/>
        </w:rPr>
        <w:t>Vow</w:t>
      </w:r>
    </w:p>
    <w:p w14:paraId="2D199C7C" w14:textId="77777777" w:rsidR="003D650C" w:rsidRDefault="003D650C" w:rsidP="003D650C">
      <w:pPr>
        <w:pStyle w:val="ListParagraph"/>
        <w:numPr>
          <w:ilvl w:val="0"/>
          <w:numId w:val="5"/>
        </w:numPr>
        <w:ind w:left="920"/>
        <w:rPr>
          <w:sz w:val="32"/>
          <w:szCs w:val="36"/>
        </w:rPr>
      </w:pPr>
      <w:r>
        <w:rPr>
          <w:sz w:val="32"/>
          <w:szCs w:val="36"/>
        </w:rPr>
        <w:t>Invite</w:t>
      </w:r>
    </w:p>
    <w:p w14:paraId="4A95084E" w14:textId="77777777" w:rsidR="003D650C" w:rsidRDefault="003D650C" w:rsidP="003D650C">
      <w:pPr>
        <w:pStyle w:val="ListParagraph"/>
        <w:numPr>
          <w:ilvl w:val="0"/>
          <w:numId w:val="5"/>
        </w:numPr>
        <w:ind w:left="920"/>
        <w:rPr>
          <w:sz w:val="32"/>
          <w:szCs w:val="36"/>
        </w:rPr>
      </w:pPr>
      <w:r>
        <w:rPr>
          <w:sz w:val="32"/>
          <w:szCs w:val="36"/>
        </w:rPr>
        <w:t>Curse</w:t>
      </w:r>
    </w:p>
    <w:p w14:paraId="526C6835" w14:textId="77777777" w:rsidR="003D650C" w:rsidRPr="003D650C" w:rsidRDefault="003D650C" w:rsidP="003D650C">
      <w:pPr>
        <w:pStyle w:val="ListParagraph"/>
        <w:numPr>
          <w:ilvl w:val="0"/>
          <w:numId w:val="5"/>
        </w:numPr>
        <w:ind w:left="920"/>
        <w:rPr>
          <w:sz w:val="32"/>
          <w:szCs w:val="36"/>
        </w:rPr>
      </w:pPr>
      <w:r>
        <w:rPr>
          <w:sz w:val="32"/>
          <w:szCs w:val="36"/>
        </w:rPr>
        <w:t>Banish</w:t>
      </w:r>
    </w:p>
    <w:p w14:paraId="23E6AB39" w14:textId="77777777" w:rsidR="007A60C9" w:rsidRDefault="007A60C9" w:rsidP="003D650C">
      <w:pPr>
        <w:rPr>
          <w:color w:val="000000" w:themeColor="text1"/>
          <w:sz w:val="32"/>
          <w:szCs w:val="36"/>
          <w:u w:val="single"/>
        </w:rPr>
      </w:pPr>
    </w:p>
    <w:p w14:paraId="634367BF" w14:textId="77777777" w:rsidR="003D650C" w:rsidRDefault="003D650C" w:rsidP="003D650C">
      <w:pPr>
        <w:rPr>
          <w:color w:val="000000" w:themeColor="text1"/>
          <w:sz w:val="32"/>
          <w:szCs w:val="36"/>
        </w:rPr>
      </w:pPr>
      <w:r>
        <w:rPr>
          <w:color w:val="000000" w:themeColor="text1"/>
          <w:sz w:val="32"/>
          <w:szCs w:val="36"/>
        </w:rPr>
        <w:t>As such, Shakespeare’s most poetic language appears in scenes of this kind.</w:t>
      </w:r>
    </w:p>
    <w:p w14:paraId="2BEFF383" w14:textId="77777777" w:rsidR="003D650C" w:rsidRDefault="003D650C" w:rsidP="003D650C">
      <w:pPr>
        <w:rPr>
          <w:color w:val="000000" w:themeColor="text1"/>
          <w:sz w:val="32"/>
          <w:szCs w:val="36"/>
        </w:rPr>
      </w:pPr>
    </w:p>
    <w:p w14:paraId="2F5DBC5C" w14:textId="77777777" w:rsidR="003D650C" w:rsidRDefault="003D650C" w:rsidP="003D650C">
      <w:pPr>
        <w:rPr>
          <w:color w:val="000000" w:themeColor="text1"/>
          <w:sz w:val="32"/>
          <w:szCs w:val="36"/>
        </w:rPr>
      </w:pPr>
      <w:r>
        <w:rPr>
          <w:color w:val="000000" w:themeColor="text1"/>
          <w:sz w:val="32"/>
          <w:szCs w:val="36"/>
        </w:rPr>
        <w:t>Poetry is really important to Shakespeare (remember he goes on to write a prolific amount of sonnets).</w:t>
      </w:r>
    </w:p>
    <w:p w14:paraId="3A0FF21C" w14:textId="77777777" w:rsidR="003D650C" w:rsidRDefault="003D650C" w:rsidP="003D650C">
      <w:pPr>
        <w:rPr>
          <w:color w:val="000000" w:themeColor="text1"/>
          <w:sz w:val="32"/>
          <w:szCs w:val="36"/>
        </w:rPr>
      </w:pPr>
    </w:p>
    <w:p w14:paraId="10C7EA1A" w14:textId="77777777" w:rsidR="003D650C" w:rsidRDefault="003D650C" w:rsidP="003D650C">
      <w:pPr>
        <w:rPr>
          <w:color w:val="000000" w:themeColor="text1"/>
          <w:sz w:val="32"/>
          <w:szCs w:val="36"/>
        </w:rPr>
      </w:pPr>
      <w:r>
        <w:rPr>
          <w:color w:val="000000" w:themeColor="text1"/>
          <w:sz w:val="32"/>
          <w:szCs w:val="36"/>
        </w:rPr>
        <w:t>For Shakespeare, poetry is language, which makes things happen.</w:t>
      </w:r>
    </w:p>
    <w:p w14:paraId="606C9753" w14:textId="77777777" w:rsidR="003D650C" w:rsidRDefault="003D650C" w:rsidP="003D650C">
      <w:pPr>
        <w:rPr>
          <w:color w:val="000000" w:themeColor="text1"/>
          <w:sz w:val="32"/>
          <w:szCs w:val="36"/>
        </w:rPr>
      </w:pPr>
    </w:p>
    <w:p w14:paraId="40F6279D" w14:textId="77777777" w:rsidR="003D650C" w:rsidRDefault="003D650C" w:rsidP="003D650C">
      <w:pPr>
        <w:jc w:val="center"/>
        <w:rPr>
          <w:color w:val="000000" w:themeColor="text1"/>
          <w:sz w:val="32"/>
          <w:szCs w:val="36"/>
          <w:u w:val="single"/>
        </w:rPr>
      </w:pPr>
      <w:r w:rsidRPr="003D650C">
        <w:rPr>
          <w:color w:val="000000" w:themeColor="text1"/>
          <w:sz w:val="32"/>
          <w:szCs w:val="36"/>
          <w:u w:val="single"/>
        </w:rPr>
        <w:t>Types of language</w:t>
      </w:r>
    </w:p>
    <w:p w14:paraId="3E5A916B" w14:textId="77777777" w:rsidR="003D650C" w:rsidRDefault="003D650C" w:rsidP="003D650C">
      <w:pPr>
        <w:jc w:val="center"/>
        <w:rPr>
          <w:color w:val="000000" w:themeColor="text1"/>
          <w:sz w:val="32"/>
          <w:szCs w:val="36"/>
          <w:u w:val="single"/>
        </w:rPr>
      </w:pPr>
    </w:p>
    <w:p w14:paraId="3389987A" w14:textId="77777777" w:rsidR="003D650C" w:rsidRPr="003D650C" w:rsidRDefault="003D650C" w:rsidP="003D650C">
      <w:pPr>
        <w:pStyle w:val="ListParagraph"/>
        <w:numPr>
          <w:ilvl w:val="0"/>
          <w:numId w:val="5"/>
        </w:numPr>
        <w:rPr>
          <w:color w:val="000000" w:themeColor="text1"/>
          <w:sz w:val="32"/>
          <w:szCs w:val="36"/>
        </w:rPr>
      </w:pPr>
      <w:r w:rsidRPr="003D650C">
        <w:rPr>
          <w:color w:val="000000" w:themeColor="text1"/>
          <w:sz w:val="32"/>
          <w:szCs w:val="36"/>
        </w:rPr>
        <w:t>Sonnets</w:t>
      </w:r>
    </w:p>
    <w:p w14:paraId="40AB5BA8" w14:textId="77777777" w:rsidR="003D650C" w:rsidRDefault="003D650C" w:rsidP="003D650C">
      <w:pPr>
        <w:pStyle w:val="ListParagraph"/>
        <w:numPr>
          <w:ilvl w:val="0"/>
          <w:numId w:val="5"/>
        </w:numPr>
        <w:rPr>
          <w:color w:val="000000" w:themeColor="text1"/>
          <w:sz w:val="32"/>
          <w:szCs w:val="36"/>
        </w:rPr>
      </w:pPr>
      <w:r>
        <w:rPr>
          <w:noProof/>
          <w:color w:val="000000" w:themeColor="text1"/>
          <w:sz w:val="32"/>
          <w:szCs w:val="36"/>
          <w:lang w:eastAsia="en-GB"/>
        </w:rPr>
        <mc:AlternateContent>
          <mc:Choice Requires="wps">
            <w:drawing>
              <wp:anchor distT="0" distB="0" distL="114300" distR="114300" simplePos="0" relativeHeight="251660288" behindDoc="0" locked="0" layoutInCell="1" allowOverlap="1" wp14:anchorId="275A09BC" wp14:editId="4434364E">
                <wp:simplePos x="0" y="0"/>
                <wp:positionH relativeFrom="column">
                  <wp:posOffset>2286000</wp:posOffset>
                </wp:positionH>
                <wp:positionV relativeFrom="paragraph">
                  <wp:posOffset>121285</wp:posOffset>
                </wp:positionV>
                <wp:extent cx="1371600" cy="0"/>
                <wp:effectExtent l="76200" t="101600" r="0" b="177800"/>
                <wp:wrapNone/>
                <wp:docPr id="6" name="Straight Arrow Connector 6"/>
                <wp:cNvGraphicFramePr/>
                <a:graphic xmlns:a="http://schemas.openxmlformats.org/drawingml/2006/main">
                  <a:graphicData uri="http://schemas.microsoft.com/office/word/2010/wordprocessingShape">
                    <wps:wsp>
                      <wps:cNvCnPr/>
                      <wps:spPr>
                        <a:xfrm flipH="1">
                          <a:off x="0" y="0"/>
                          <a:ext cx="13716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shapetype id="_x0000_t32" coordsize="21600,21600" o:spt="32" o:oned="t" path="m0,0l21600,21600e" filled="f">
                <v:path arrowok="t" fillok="f" o:connecttype="none"/>
                <o:lock v:ext="edit" shapetype="t"/>
              </v:shapetype>
              <v:shape id="Straight Arrow Connector 6" o:spid="_x0000_s1026" type="#_x0000_t32" style="position:absolute;margin-left:180pt;margin-top:9.55pt;width:108pt;height:0;flip:x;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" strokecolor="#4f81bd [3204]" strokeweight="2pt">
                <v:stroke endarrow="open"/>
                <v:shadow on="t" opacity="24903f" mv:blur="40000f" origin=",.5" offset="0,20000emu"/>
              </v:shape>
            </w:pict>
          </mc:Fallback>
        </mc:AlternateContent>
      </w:r>
      <w:r>
        <w:rPr>
          <w:noProof/>
          <w:color w:val="000000" w:themeColor="text1"/>
          <w:sz w:val="32"/>
          <w:szCs w:val="36"/>
          <w:lang w:eastAsia="en-GB"/>
        </w:rPr>
        <mc:AlternateContent>
          <mc:Choice Requires="wps">
            <w:drawing>
              <wp:anchor distT="0" distB="0" distL="114300" distR="114300" simplePos="0" relativeHeight="251659264" behindDoc="0" locked="0" layoutInCell="1" allowOverlap="1" wp14:anchorId="22143357" wp14:editId="7C0264BF">
                <wp:simplePos x="0" y="0"/>
                <wp:positionH relativeFrom="column">
                  <wp:posOffset>3657600</wp:posOffset>
                </wp:positionH>
                <wp:positionV relativeFrom="paragraph">
                  <wp:posOffset>6985</wp:posOffset>
                </wp:positionV>
                <wp:extent cx="1943100" cy="1485900"/>
                <wp:effectExtent l="0" t="0" r="12700" b="12700"/>
                <wp:wrapSquare wrapText="bothSides"/>
                <wp:docPr id="5" name="Text Box 5"/>
                <wp:cNvGraphicFramePr/>
                <a:graphic xmlns:a="http://schemas.openxmlformats.org/drawingml/2006/main">
                  <a:graphicData uri="http://schemas.microsoft.com/office/word/2010/wordprocessingShape">
                    <wps:wsp>
                      <wps:cNvSpPr txBox="1"/>
                      <wps:spPr>
                        <a:xfrm>
                          <a:off x="0" y="0"/>
                          <a:ext cx="1943100" cy="1485900"/>
                        </a:xfrm>
                        <a:prstGeom prst="rect">
                          <a:avLst/>
                        </a:prstGeom>
                        <a:solidFill>
                          <a:srgbClr val="FFFF00"/>
                        </a:solid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DBDE913" w14:textId="77777777" w:rsidR="003D720B" w:rsidRPr="003D650C" w:rsidRDefault="003D720B">
                            <w:pPr>
                              <w:rPr>
                                <w:sz w:val="28"/>
                                <w:szCs w:val="28"/>
                              </w:rPr>
                            </w:pPr>
                            <w:r w:rsidRPr="003D650C">
                              <w:rPr>
                                <w:sz w:val="28"/>
                                <w:szCs w:val="28"/>
                              </w:rPr>
                              <w:t xml:space="preserve">If you do not know what some of these mean, look them up in a dictionary and add them to </w:t>
                            </w:r>
                            <w:r>
                              <w:rPr>
                                <w:sz w:val="28"/>
                                <w:szCs w:val="28"/>
                              </w:rPr>
                              <w:t>the next page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5" o:spid="_x0000_s1026" type="#_x0000_t202" style="position:absolute;left:0;text-align:left;margin-left:4in;margin-top:.55pt;width:153pt;height:11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" fillcolor="yellow" stroked="f">
                <v:textbox>
                  <w:txbxContent>
                    <w:p w:rsidR="001B253D" w:rsidRPr="003D650C" w:rsidRDefault="001B253D">
                      <w:pPr>
                        <w:rPr>
                          <w:sz w:val="28"/>
                          <w:szCs w:val="28"/>
                        </w:rPr>
                      </w:pPr>
                      <w:r w:rsidRPr="003D650C">
                        <w:rPr>
                          <w:sz w:val="28"/>
                          <w:szCs w:val="28"/>
                        </w:rPr>
                        <w:t xml:space="preserve">If you do not know what some of these mean, look them up in a dictionary and add them to </w:t>
                      </w:r>
                      <w:r>
                        <w:rPr>
                          <w:sz w:val="28"/>
                          <w:szCs w:val="28"/>
                        </w:rPr>
                        <w:t>the next page</w:t>
                      </w:r>
                    </w:p>
                  </w:txbxContent>
                </v:textbox>
                <w10:wrap type="square"/>
              </v:shape>
            </w:pict>
          </mc:Fallback>
        </mc:AlternateContent>
      </w:r>
      <w:r>
        <w:rPr>
          <w:color w:val="000000" w:themeColor="text1"/>
          <w:sz w:val="32"/>
          <w:szCs w:val="36"/>
        </w:rPr>
        <w:t>Rhyming Couplets</w:t>
      </w:r>
    </w:p>
    <w:p w14:paraId="08E825FC" w14:textId="77777777" w:rsidR="003D650C" w:rsidRDefault="003D650C" w:rsidP="003D650C">
      <w:pPr>
        <w:pStyle w:val="ListParagraph"/>
        <w:numPr>
          <w:ilvl w:val="0"/>
          <w:numId w:val="5"/>
        </w:numPr>
        <w:rPr>
          <w:color w:val="000000" w:themeColor="text1"/>
          <w:sz w:val="32"/>
          <w:szCs w:val="36"/>
        </w:rPr>
      </w:pPr>
      <w:r>
        <w:rPr>
          <w:color w:val="000000" w:themeColor="text1"/>
          <w:sz w:val="32"/>
          <w:szCs w:val="36"/>
        </w:rPr>
        <w:t xml:space="preserve">Flyting </w:t>
      </w:r>
    </w:p>
    <w:p w14:paraId="4D05E1E1" w14:textId="77777777" w:rsidR="003D650C" w:rsidRDefault="003D650C" w:rsidP="003D650C">
      <w:pPr>
        <w:pStyle w:val="ListParagraph"/>
        <w:numPr>
          <w:ilvl w:val="0"/>
          <w:numId w:val="5"/>
        </w:numPr>
        <w:rPr>
          <w:color w:val="000000" w:themeColor="text1"/>
          <w:sz w:val="32"/>
          <w:szCs w:val="36"/>
        </w:rPr>
      </w:pPr>
      <w:r>
        <w:rPr>
          <w:color w:val="000000" w:themeColor="text1"/>
          <w:sz w:val="32"/>
          <w:szCs w:val="36"/>
        </w:rPr>
        <w:t>Puns, annotation, wordplay</w:t>
      </w:r>
    </w:p>
    <w:p w14:paraId="75B74A74" w14:textId="39EA65CF" w:rsidR="003D650C" w:rsidRDefault="003D650C" w:rsidP="003D650C">
      <w:pPr>
        <w:pStyle w:val="ListParagraph"/>
        <w:numPr>
          <w:ilvl w:val="0"/>
          <w:numId w:val="5"/>
        </w:numPr>
        <w:rPr>
          <w:color w:val="000000" w:themeColor="text1"/>
          <w:sz w:val="32"/>
          <w:szCs w:val="36"/>
        </w:rPr>
      </w:pPr>
      <w:r>
        <w:rPr>
          <w:color w:val="000000" w:themeColor="text1"/>
          <w:sz w:val="32"/>
          <w:szCs w:val="36"/>
        </w:rPr>
        <w:t xml:space="preserve">Double </w:t>
      </w:r>
      <w:r w:rsidR="00FD424D">
        <w:rPr>
          <w:color w:val="000000" w:themeColor="text1"/>
          <w:sz w:val="32"/>
          <w:szCs w:val="36"/>
        </w:rPr>
        <w:t>engenders</w:t>
      </w:r>
    </w:p>
    <w:p w14:paraId="13B03C8E" w14:textId="77777777" w:rsidR="003D650C" w:rsidRDefault="003D650C" w:rsidP="003D650C">
      <w:pPr>
        <w:pStyle w:val="ListParagraph"/>
        <w:numPr>
          <w:ilvl w:val="0"/>
          <w:numId w:val="5"/>
        </w:numPr>
        <w:rPr>
          <w:color w:val="000000" w:themeColor="text1"/>
          <w:sz w:val="32"/>
          <w:szCs w:val="36"/>
        </w:rPr>
      </w:pPr>
      <w:r>
        <w:rPr>
          <w:color w:val="000000" w:themeColor="text1"/>
          <w:sz w:val="32"/>
          <w:szCs w:val="36"/>
        </w:rPr>
        <w:t>Aphorisms</w:t>
      </w:r>
    </w:p>
    <w:p w14:paraId="6B0FC32A" w14:textId="77777777" w:rsidR="003D650C" w:rsidRDefault="001B253D" w:rsidP="003D650C">
      <w:pPr>
        <w:pStyle w:val="ListParagraph"/>
        <w:numPr>
          <w:ilvl w:val="0"/>
          <w:numId w:val="5"/>
        </w:numPr>
        <w:rPr>
          <w:color w:val="000000" w:themeColor="text1"/>
          <w:sz w:val="32"/>
          <w:szCs w:val="36"/>
        </w:rPr>
      </w:pPr>
      <w:r>
        <w:rPr>
          <w:color w:val="000000" w:themeColor="text1"/>
          <w:sz w:val="32"/>
          <w:szCs w:val="36"/>
        </w:rPr>
        <w:t>Oxymoron</w:t>
      </w:r>
    </w:p>
    <w:p w14:paraId="56BF0935" w14:textId="77777777" w:rsidR="003D650C" w:rsidRDefault="003D650C" w:rsidP="003D650C">
      <w:pPr>
        <w:pStyle w:val="ListParagraph"/>
        <w:numPr>
          <w:ilvl w:val="0"/>
          <w:numId w:val="5"/>
        </w:numPr>
        <w:rPr>
          <w:color w:val="000000" w:themeColor="text1"/>
          <w:sz w:val="32"/>
          <w:szCs w:val="36"/>
        </w:rPr>
      </w:pPr>
      <w:r>
        <w:rPr>
          <w:color w:val="000000" w:themeColor="text1"/>
          <w:sz w:val="32"/>
          <w:szCs w:val="36"/>
        </w:rPr>
        <w:t>Conversational monologues</w:t>
      </w:r>
    </w:p>
    <w:p w14:paraId="79D12645" w14:textId="77777777" w:rsidR="003D650C" w:rsidRPr="003D650C" w:rsidRDefault="003D650C" w:rsidP="003D650C">
      <w:pPr>
        <w:pStyle w:val="ListParagraph"/>
        <w:numPr>
          <w:ilvl w:val="0"/>
          <w:numId w:val="5"/>
        </w:numPr>
        <w:rPr>
          <w:color w:val="008000"/>
          <w:sz w:val="32"/>
          <w:szCs w:val="36"/>
        </w:rPr>
      </w:pPr>
      <w:r w:rsidRPr="003D650C">
        <w:rPr>
          <w:color w:val="008000"/>
          <w:sz w:val="32"/>
          <w:szCs w:val="36"/>
        </w:rPr>
        <w:t>Ritual Lamenting</w:t>
      </w:r>
    </w:p>
    <w:p w14:paraId="67B6141C" w14:textId="77777777" w:rsidR="003D650C" w:rsidRDefault="003D650C" w:rsidP="003D650C">
      <w:pPr>
        <w:rPr>
          <w:color w:val="000000" w:themeColor="text1"/>
          <w:sz w:val="32"/>
          <w:szCs w:val="36"/>
        </w:rPr>
      </w:pPr>
    </w:p>
    <w:p w14:paraId="4F2E5781" w14:textId="77777777" w:rsidR="003D650C" w:rsidRPr="003D650C" w:rsidRDefault="003D650C" w:rsidP="003D650C">
      <w:pPr>
        <w:rPr>
          <w:color w:val="FF0000"/>
          <w:sz w:val="32"/>
          <w:szCs w:val="36"/>
        </w:rPr>
      </w:pPr>
      <w:r w:rsidRPr="003D650C">
        <w:rPr>
          <w:color w:val="FF0000"/>
          <w:sz w:val="32"/>
          <w:szCs w:val="36"/>
        </w:rPr>
        <w:t xml:space="preserve">Once Juliet has died, the Nurse is said to use </w:t>
      </w:r>
      <w:r w:rsidR="00C1715D">
        <w:rPr>
          <w:color w:val="FF0000"/>
          <w:sz w:val="32"/>
          <w:szCs w:val="36"/>
        </w:rPr>
        <w:t>language which shows ritual lamenting</w:t>
      </w:r>
      <w:r w:rsidRPr="003D650C">
        <w:rPr>
          <w:color w:val="FF0000"/>
          <w:sz w:val="32"/>
          <w:szCs w:val="36"/>
        </w:rPr>
        <w:t>. Find two lines from this scene that demonstrate this.</w:t>
      </w:r>
    </w:p>
    <w:p w14:paraId="3FDFC7D4" w14:textId="77777777" w:rsidR="003D650C" w:rsidRDefault="003D650C" w:rsidP="003D650C">
      <w:pPr>
        <w:rPr>
          <w:color w:val="000000" w:themeColor="text1"/>
          <w:sz w:val="32"/>
          <w:szCs w:val="36"/>
        </w:rPr>
      </w:pPr>
    </w:p>
    <w:p w14:paraId="0701F34D" w14:textId="77777777" w:rsidR="003D650C" w:rsidRDefault="003D650C" w:rsidP="003D650C">
      <w:pPr>
        <w:rPr>
          <w:color w:val="000000" w:themeColor="text1"/>
          <w:sz w:val="32"/>
          <w:szCs w:val="36"/>
        </w:rPr>
      </w:pPr>
    </w:p>
    <w:p w14:paraId="70DF77EF" w14:textId="77777777" w:rsidR="003D650C" w:rsidRDefault="003D650C" w:rsidP="003D650C">
      <w:pPr>
        <w:rPr>
          <w:sz w:val="36"/>
          <w:szCs w:val="36"/>
        </w:rPr>
      </w:pPr>
      <w:r>
        <w:rPr>
          <w:sz w:val="36"/>
          <w:szCs w:val="36"/>
        </w:rPr>
        <w:lastRenderedPageBreak/>
        <w:t>………………….………………….………………….…………………….</w:t>
      </w:r>
    </w:p>
    <w:p w14:paraId="4808F70C" w14:textId="77777777" w:rsidR="003D650C" w:rsidRDefault="003D650C" w:rsidP="003D650C">
      <w:pPr>
        <w:rPr>
          <w:sz w:val="36"/>
          <w:szCs w:val="36"/>
        </w:rPr>
      </w:pPr>
    </w:p>
    <w:p w14:paraId="1AFA5E81" w14:textId="77777777" w:rsidR="003D650C" w:rsidRDefault="003D650C" w:rsidP="003D650C">
      <w:pPr>
        <w:rPr>
          <w:sz w:val="36"/>
          <w:szCs w:val="36"/>
        </w:rPr>
      </w:pPr>
      <w:r>
        <w:rPr>
          <w:sz w:val="36"/>
          <w:szCs w:val="36"/>
        </w:rPr>
        <w:t>………………….………………….………………….…………………….</w:t>
      </w:r>
    </w:p>
    <w:p w14:paraId="120837DC" w14:textId="77777777" w:rsidR="003D650C" w:rsidRDefault="003D650C" w:rsidP="003D650C">
      <w:pPr>
        <w:rPr>
          <w:sz w:val="36"/>
          <w:szCs w:val="36"/>
        </w:rPr>
      </w:pPr>
    </w:p>
    <w:p w14:paraId="6053A0DA" w14:textId="77777777" w:rsidR="003D650C" w:rsidRDefault="003D650C" w:rsidP="003D650C">
      <w:pPr>
        <w:rPr>
          <w:sz w:val="36"/>
          <w:szCs w:val="36"/>
        </w:rPr>
      </w:pPr>
      <w:r>
        <w:rPr>
          <w:sz w:val="36"/>
          <w:szCs w:val="36"/>
        </w:rPr>
        <w:t>………………….………………….………………….…………………….</w:t>
      </w:r>
    </w:p>
    <w:p w14:paraId="034EB24D" w14:textId="77777777" w:rsidR="003D650C" w:rsidRDefault="003D650C" w:rsidP="003D650C">
      <w:pPr>
        <w:rPr>
          <w:sz w:val="36"/>
          <w:szCs w:val="36"/>
        </w:rPr>
      </w:pPr>
    </w:p>
    <w:p w14:paraId="7D1AE50C" w14:textId="77777777" w:rsidR="003D650C" w:rsidRDefault="003D650C" w:rsidP="003D650C">
      <w:pPr>
        <w:rPr>
          <w:sz w:val="36"/>
          <w:szCs w:val="36"/>
        </w:rPr>
      </w:pPr>
      <w:r>
        <w:rPr>
          <w:sz w:val="36"/>
          <w:szCs w:val="36"/>
        </w:rPr>
        <w:t>………………….………………….………………….…………………….</w:t>
      </w:r>
    </w:p>
    <w:p w14:paraId="0BD1FC98" w14:textId="77777777" w:rsidR="00D61FEC" w:rsidRDefault="00D61FEC" w:rsidP="003D650C">
      <w:pPr>
        <w:rPr>
          <w:sz w:val="36"/>
          <w:szCs w:val="36"/>
        </w:rPr>
      </w:pPr>
    </w:p>
    <w:p w14:paraId="11D407BF" w14:textId="77777777" w:rsidR="00D61FEC" w:rsidRDefault="00D61FEC" w:rsidP="003D650C">
      <w:pPr>
        <w:rPr>
          <w:sz w:val="36"/>
          <w:szCs w:val="36"/>
        </w:rPr>
      </w:pPr>
    </w:p>
    <w:p w14:paraId="0E39EA87" w14:textId="77777777" w:rsidR="00D61FEC" w:rsidRDefault="00D61FEC" w:rsidP="003D650C">
      <w:pPr>
        <w:rPr>
          <w:sz w:val="36"/>
          <w:szCs w:val="36"/>
        </w:rPr>
      </w:pPr>
    </w:p>
    <w:p w14:paraId="5EE70319" w14:textId="77777777" w:rsidR="00D61FEC" w:rsidRPr="00D61FEC" w:rsidRDefault="00D61FEC" w:rsidP="003D650C">
      <w:pPr>
        <w:rPr>
          <w:color w:val="FF0000"/>
          <w:sz w:val="36"/>
          <w:szCs w:val="36"/>
          <w:u w:val="single"/>
        </w:rPr>
      </w:pPr>
      <w:r w:rsidRPr="00D61FEC">
        <w:rPr>
          <w:color w:val="FF0000"/>
          <w:sz w:val="36"/>
          <w:szCs w:val="36"/>
          <w:u w:val="single"/>
        </w:rPr>
        <w:t>Glossary of terms</w:t>
      </w:r>
    </w:p>
    <w:p w14:paraId="5F6ECFEA" w14:textId="77777777" w:rsidR="00D61FEC" w:rsidRDefault="00D61FEC" w:rsidP="00D61FEC">
      <w:pPr>
        <w:rPr>
          <w:sz w:val="36"/>
          <w:szCs w:val="36"/>
        </w:rPr>
      </w:pPr>
    </w:p>
    <w:p w14:paraId="392B2B2F" w14:textId="77777777" w:rsidR="00D61FEC" w:rsidRDefault="00D61FEC" w:rsidP="00D61FEC">
      <w:pPr>
        <w:rPr>
          <w:sz w:val="36"/>
          <w:szCs w:val="36"/>
        </w:rPr>
      </w:pPr>
      <w:r>
        <w:rPr>
          <w:sz w:val="36"/>
          <w:szCs w:val="36"/>
        </w:rPr>
        <w:t>………………….………………….………………….…………………….</w:t>
      </w:r>
    </w:p>
    <w:p w14:paraId="4824887C" w14:textId="77777777" w:rsidR="00D61FEC" w:rsidRDefault="00D61FEC" w:rsidP="00D61FEC">
      <w:pPr>
        <w:rPr>
          <w:sz w:val="36"/>
          <w:szCs w:val="36"/>
        </w:rPr>
      </w:pPr>
    </w:p>
    <w:p w14:paraId="3C94D1CB" w14:textId="77777777" w:rsidR="00D61FEC" w:rsidRDefault="00D61FEC" w:rsidP="00D61FEC">
      <w:pPr>
        <w:rPr>
          <w:sz w:val="36"/>
          <w:szCs w:val="36"/>
        </w:rPr>
      </w:pPr>
      <w:r>
        <w:rPr>
          <w:sz w:val="36"/>
          <w:szCs w:val="36"/>
        </w:rPr>
        <w:t>………………….………………….………………….…………………….</w:t>
      </w:r>
    </w:p>
    <w:p w14:paraId="34411CEF" w14:textId="77777777" w:rsidR="00D61FEC" w:rsidRDefault="00D61FEC" w:rsidP="00D61FEC">
      <w:pPr>
        <w:rPr>
          <w:sz w:val="36"/>
          <w:szCs w:val="36"/>
        </w:rPr>
      </w:pPr>
    </w:p>
    <w:p w14:paraId="40FFBB8A" w14:textId="77777777" w:rsidR="00D61FEC" w:rsidRDefault="00D61FEC" w:rsidP="00D61FEC">
      <w:pPr>
        <w:rPr>
          <w:sz w:val="36"/>
          <w:szCs w:val="36"/>
        </w:rPr>
      </w:pPr>
      <w:r>
        <w:rPr>
          <w:sz w:val="36"/>
          <w:szCs w:val="36"/>
        </w:rPr>
        <w:t>………………….………………….………………….…………………….</w:t>
      </w:r>
    </w:p>
    <w:p w14:paraId="2DCA783F" w14:textId="77777777" w:rsidR="00D61FEC" w:rsidRDefault="00D61FEC" w:rsidP="00D61FEC">
      <w:pPr>
        <w:rPr>
          <w:sz w:val="36"/>
          <w:szCs w:val="36"/>
        </w:rPr>
      </w:pPr>
    </w:p>
    <w:p w14:paraId="4B73DDEE" w14:textId="77777777" w:rsidR="00D61FEC" w:rsidRDefault="00D61FEC" w:rsidP="00D61FEC">
      <w:pPr>
        <w:rPr>
          <w:sz w:val="36"/>
          <w:szCs w:val="36"/>
        </w:rPr>
      </w:pPr>
      <w:r>
        <w:rPr>
          <w:sz w:val="36"/>
          <w:szCs w:val="36"/>
        </w:rPr>
        <w:t>………………….………………….………………….…………………….</w:t>
      </w:r>
    </w:p>
    <w:p w14:paraId="3715D385" w14:textId="77777777" w:rsidR="00D61FEC" w:rsidRDefault="00D61FEC" w:rsidP="00D61FEC">
      <w:pPr>
        <w:rPr>
          <w:sz w:val="36"/>
          <w:szCs w:val="36"/>
        </w:rPr>
      </w:pPr>
    </w:p>
    <w:p w14:paraId="5B6069E9" w14:textId="77777777" w:rsidR="00D61FEC" w:rsidRDefault="00D61FEC" w:rsidP="00D61FEC">
      <w:pPr>
        <w:rPr>
          <w:sz w:val="36"/>
          <w:szCs w:val="36"/>
        </w:rPr>
      </w:pPr>
      <w:r>
        <w:rPr>
          <w:sz w:val="36"/>
          <w:szCs w:val="36"/>
        </w:rPr>
        <w:t>………………….………………….………………….…………………….</w:t>
      </w:r>
    </w:p>
    <w:p w14:paraId="1CCBEC42" w14:textId="77777777" w:rsidR="00D61FEC" w:rsidRDefault="00D61FEC" w:rsidP="00D61FEC">
      <w:pPr>
        <w:rPr>
          <w:sz w:val="36"/>
          <w:szCs w:val="36"/>
        </w:rPr>
      </w:pPr>
    </w:p>
    <w:p w14:paraId="563366EF" w14:textId="77777777" w:rsidR="00D61FEC" w:rsidRDefault="00D61FEC" w:rsidP="00D61FEC">
      <w:pPr>
        <w:rPr>
          <w:sz w:val="36"/>
          <w:szCs w:val="36"/>
        </w:rPr>
      </w:pPr>
      <w:r>
        <w:rPr>
          <w:sz w:val="36"/>
          <w:szCs w:val="36"/>
        </w:rPr>
        <w:t>………………….………………….………………….…………………….</w:t>
      </w:r>
    </w:p>
    <w:p w14:paraId="0D00B931" w14:textId="77777777" w:rsidR="00D61FEC" w:rsidRDefault="00D61FEC" w:rsidP="00D61FEC">
      <w:pPr>
        <w:rPr>
          <w:sz w:val="36"/>
          <w:szCs w:val="36"/>
        </w:rPr>
      </w:pPr>
    </w:p>
    <w:p w14:paraId="6FCD4286" w14:textId="77777777" w:rsidR="00D61FEC" w:rsidRDefault="00D61FEC" w:rsidP="00D61FEC">
      <w:pPr>
        <w:rPr>
          <w:sz w:val="36"/>
          <w:szCs w:val="36"/>
        </w:rPr>
      </w:pPr>
      <w:r>
        <w:rPr>
          <w:sz w:val="36"/>
          <w:szCs w:val="36"/>
        </w:rPr>
        <w:t>………………….………………….………………….…………………….</w:t>
      </w:r>
    </w:p>
    <w:p w14:paraId="307DF196" w14:textId="77777777" w:rsidR="00D61FEC" w:rsidRDefault="00D61FEC" w:rsidP="00D61FEC">
      <w:pPr>
        <w:rPr>
          <w:sz w:val="36"/>
          <w:szCs w:val="36"/>
        </w:rPr>
      </w:pPr>
    </w:p>
    <w:p w14:paraId="6AA9D856" w14:textId="77777777" w:rsidR="00D61FEC" w:rsidRDefault="00D61FEC" w:rsidP="00D61FEC">
      <w:pPr>
        <w:rPr>
          <w:sz w:val="36"/>
          <w:szCs w:val="36"/>
        </w:rPr>
      </w:pPr>
      <w:r>
        <w:rPr>
          <w:sz w:val="36"/>
          <w:szCs w:val="36"/>
        </w:rPr>
        <w:t>………………….………………….………………….…………………….</w:t>
      </w:r>
    </w:p>
    <w:p w14:paraId="10DD5B13" w14:textId="77777777" w:rsidR="00D61FEC" w:rsidRDefault="00D61FEC" w:rsidP="00D61FEC">
      <w:pPr>
        <w:rPr>
          <w:sz w:val="36"/>
          <w:szCs w:val="36"/>
        </w:rPr>
      </w:pPr>
    </w:p>
    <w:p w14:paraId="16FB96BC" w14:textId="77777777" w:rsidR="00D61FEC" w:rsidRDefault="00D61FEC" w:rsidP="00D61FEC">
      <w:pPr>
        <w:rPr>
          <w:sz w:val="36"/>
          <w:szCs w:val="36"/>
        </w:rPr>
      </w:pPr>
      <w:r>
        <w:rPr>
          <w:sz w:val="36"/>
          <w:szCs w:val="36"/>
        </w:rPr>
        <w:t>………………….………………….………………….…………………….</w:t>
      </w:r>
    </w:p>
    <w:p w14:paraId="4CD271EE" w14:textId="77777777" w:rsidR="00D61FEC" w:rsidRDefault="00D61FEC" w:rsidP="00D61FEC">
      <w:pPr>
        <w:rPr>
          <w:sz w:val="36"/>
          <w:szCs w:val="36"/>
        </w:rPr>
      </w:pPr>
    </w:p>
    <w:p w14:paraId="406983D0" w14:textId="77777777" w:rsidR="003D650C" w:rsidRDefault="00D61FEC" w:rsidP="003D650C">
      <w:pPr>
        <w:rPr>
          <w:sz w:val="36"/>
          <w:szCs w:val="36"/>
        </w:rPr>
      </w:pPr>
      <w:r>
        <w:rPr>
          <w:sz w:val="36"/>
          <w:szCs w:val="36"/>
        </w:rPr>
        <w:t>………………….………………….………………….…………………….</w:t>
      </w:r>
    </w:p>
    <w:p w14:paraId="2AF29FED" w14:textId="77777777" w:rsidR="00D61FEC" w:rsidRDefault="00D61FEC" w:rsidP="003D650C">
      <w:pPr>
        <w:rPr>
          <w:sz w:val="36"/>
          <w:szCs w:val="36"/>
        </w:rPr>
      </w:pPr>
    </w:p>
    <w:p w14:paraId="38EE0703" w14:textId="77777777" w:rsidR="00D61FEC" w:rsidRDefault="00D61FEC" w:rsidP="003D650C">
      <w:pPr>
        <w:jc w:val="center"/>
        <w:rPr>
          <w:sz w:val="36"/>
          <w:szCs w:val="36"/>
          <w:u w:val="single"/>
        </w:rPr>
      </w:pPr>
    </w:p>
    <w:p w14:paraId="1E8FD59C" w14:textId="77777777" w:rsidR="003D650C" w:rsidRDefault="003D650C" w:rsidP="003D650C">
      <w:pPr>
        <w:jc w:val="center"/>
        <w:rPr>
          <w:sz w:val="36"/>
          <w:szCs w:val="36"/>
          <w:u w:val="single"/>
        </w:rPr>
      </w:pPr>
      <w:r w:rsidRPr="003D650C">
        <w:rPr>
          <w:sz w:val="36"/>
          <w:szCs w:val="36"/>
          <w:u w:val="single"/>
        </w:rPr>
        <w:lastRenderedPageBreak/>
        <w:t>Setting</w:t>
      </w:r>
    </w:p>
    <w:p w14:paraId="0F027B25" w14:textId="77777777" w:rsidR="003D650C" w:rsidRDefault="003D650C" w:rsidP="003D650C">
      <w:pPr>
        <w:jc w:val="center"/>
        <w:rPr>
          <w:sz w:val="36"/>
          <w:szCs w:val="36"/>
          <w:u w:val="single"/>
        </w:rPr>
      </w:pPr>
    </w:p>
    <w:p w14:paraId="6D3AFA21" w14:textId="77777777" w:rsidR="003D650C" w:rsidRPr="00D61FEC" w:rsidRDefault="003D650C" w:rsidP="003D650C">
      <w:pPr>
        <w:rPr>
          <w:color w:val="FF0000"/>
          <w:sz w:val="36"/>
          <w:szCs w:val="36"/>
        </w:rPr>
      </w:pPr>
      <w:r w:rsidRPr="00D61FEC">
        <w:rPr>
          <w:color w:val="FF0000"/>
          <w:sz w:val="36"/>
          <w:szCs w:val="36"/>
        </w:rPr>
        <w:t>Where is the Shakespeare’s play set?</w:t>
      </w:r>
    </w:p>
    <w:p w14:paraId="0A9AACF7" w14:textId="77777777" w:rsidR="003D650C" w:rsidRDefault="003D650C" w:rsidP="003D650C">
      <w:pPr>
        <w:rPr>
          <w:sz w:val="36"/>
          <w:szCs w:val="36"/>
        </w:rPr>
      </w:pPr>
    </w:p>
    <w:p w14:paraId="6AEA45A3" w14:textId="77777777" w:rsidR="003D650C" w:rsidRDefault="003D650C" w:rsidP="003D650C">
      <w:pPr>
        <w:rPr>
          <w:sz w:val="36"/>
          <w:szCs w:val="36"/>
        </w:rPr>
      </w:pPr>
      <w:r>
        <w:rPr>
          <w:sz w:val="36"/>
          <w:szCs w:val="36"/>
        </w:rPr>
        <w:t>………………….………………….………………….…………………….</w:t>
      </w:r>
    </w:p>
    <w:p w14:paraId="387E6A1D" w14:textId="77777777" w:rsidR="003D650C" w:rsidRDefault="003D650C" w:rsidP="003D650C">
      <w:pPr>
        <w:rPr>
          <w:sz w:val="36"/>
          <w:szCs w:val="36"/>
        </w:rPr>
      </w:pPr>
    </w:p>
    <w:p w14:paraId="64B9A397" w14:textId="77777777" w:rsidR="003D650C" w:rsidRDefault="003D650C" w:rsidP="003D650C">
      <w:pPr>
        <w:rPr>
          <w:sz w:val="36"/>
          <w:szCs w:val="36"/>
        </w:rPr>
      </w:pPr>
      <w:r>
        <w:rPr>
          <w:sz w:val="36"/>
          <w:szCs w:val="36"/>
        </w:rPr>
        <w:t>………………….………………….………………….…………………….</w:t>
      </w:r>
    </w:p>
    <w:p w14:paraId="40C5B584" w14:textId="77777777" w:rsidR="003D650C" w:rsidRPr="00D61FEC" w:rsidRDefault="003D650C" w:rsidP="003D650C">
      <w:pPr>
        <w:rPr>
          <w:color w:val="FF0000"/>
          <w:sz w:val="36"/>
          <w:szCs w:val="36"/>
        </w:rPr>
      </w:pPr>
    </w:p>
    <w:p w14:paraId="7BD164BD" w14:textId="77777777" w:rsidR="003D650C" w:rsidRPr="00D61FEC" w:rsidRDefault="003D650C" w:rsidP="003D650C">
      <w:pPr>
        <w:rPr>
          <w:color w:val="FF0000"/>
          <w:sz w:val="36"/>
          <w:szCs w:val="36"/>
        </w:rPr>
      </w:pPr>
      <w:r w:rsidRPr="00D61FEC">
        <w:rPr>
          <w:color w:val="FF0000"/>
          <w:sz w:val="36"/>
          <w:szCs w:val="36"/>
        </w:rPr>
        <w:t>Where is Shakespeare’s play performed?</w:t>
      </w:r>
    </w:p>
    <w:p w14:paraId="2B12940F" w14:textId="77777777" w:rsidR="003D650C" w:rsidRDefault="003D650C" w:rsidP="003D650C">
      <w:pPr>
        <w:rPr>
          <w:sz w:val="36"/>
          <w:szCs w:val="36"/>
        </w:rPr>
      </w:pPr>
    </w:p>
    <w:p w14:paraId="02C6BE6C" w14:textId="77777777" w:rsidR="003D650C" w:rsidRDefault="003D650C" w:rsidP="003D650C">
      <w:pPr>
        <w:rPr>
          <w:sz w:val="36"/>
          <w:szCs w:val="36"/>
        </w:rPr>
      </w:pPr>
      <w:r>
        <w:rPr>
          <w:sz w:val="36"/>
          <w:szCs w:val="36"/>
        </w:rPr>
        <w:t>………………….………………….………………….…………………….</w:t>
      </w:r>
    </w:p>
    <w:p w14:paraId="1D83E6D7" w14:textId="77777777" w:rsidR="003D650C" w:rsidRDefault="003D650C" w:rsidP="003D650C">
      <w:pPr>
        <w:rPr>
          <w:sz w:val="36"/>
          <w:szCs w:val="36"/>
        </w:rPr>
      </w:pPr>
    </w:p>
    <w:p w14:paraId="683B8306" w14:textId="77777777" w:rsidR="003D650C" w:rsidRDefault="003D650C" w:rsidP="003D650C">
      <w:pPr>
        <w:rPr>
          <w:sz w:val="36"/>
          <w:szCs w:val="36"/>
        </w:rPr>
      </w:pPr>
      <w:r>
        <w:rPr>
          <w:sz w:val="36"/>
          <w:szCs w:val="36"/>
        </w:rPr>
        <w:t>………………….………………….………………….…………………….</w:t>
      </w:r>
    </w:p>
    <w:p w14:paraId="4E1E6182" w14:textId="77777777" w:rsidR="003D650C" w:rsidRDefault="003D650C" w:rsidP="003D650C">
      <w:pPr>
        <w:rPr>
          <w:sz w:val="36"/>
          <w:szCs w:val="36"/>
        </w:rPr>
      </w:pPr>
    </w:p>
    <w:p w14:paraId="7E8F9A61" w14:textId="77777777" w:rsidR="003D650C" w:rsidRPr="00D61FEC" w:rsidRDefault="003D650C" w:rsidP="003D650C">
      <w:pPr>
        <w:rPr>
          <w:color w:val="FF0000"/>
          <w:sz w:val="36"/>
          <w:szCs w:val="36"/>
        </w:rPr>
      </w:pPr>
      <w:r w:rsidRPr="00D61FEC">
        <w:rPr>
          <w:color w:val="FF0000"/>
          <w:sz w:val="36"/>
          <w:szCs w:val="36"/>
        </w:rPr>
        <w:t xml:space="preserve">Where is </w:t>
      </w:r>
      <w:proofErr w:type="spellStart"/>
      <w:r w:rsidRPr="00D61FEC">
        <w:rPr>
          <w:color w:val="FF0000"/>
          <w:sz w:val="36"/>
          <w:szCs w:val="36"/>
        </w:rPr>
        <w:t>Baz</w:t>
      </w:r>
      <w:proofErr w:type="spellEnd"/>
      <w:r w:rsidRPr="00D61FEC">
        <w:rPr>
          <w:color w:val="FF0000"/>
          <w:sz w:val="36"/>
          <w:szCs w:val="36"/>
        </w:rPr>
        <w:t xml:space="preserve"> </w:t>
      </w:r>
      <w:proofErr w:type="spellStart"/>
      <w:r w:rsidRPr="00D61FEC">
        <w:rPr>
          <w:color w:val="FF0000"/>
          <w:sz w:val="36"/>
          <w:szCs w:val="36"/>
        </w:rPr>
        <w:t>Luhrmann’s</w:t>
      </w:r>
      <w:proofErr w:type="spellEnd"/>
      <w:r w:rsidRPr="00D61FEC">
        <w:rPr>
          <w:color w:val="FF0000"/>
          <w:sz w:val="36"/>
          <w:szCs w:val="36"/>
        </w:rPr>
        <w:t xml:space="preserve"> film set?</w:t>
      </w:r>
    </w:p>
    <w:p w14:paraId="6622797E" w14:textId="77777777" w:rsidR="003D650C" w:rsidRDefault="003D650C" w:rsidP="003D650C">
      <w:pPr>
        <w:rPr>
          <w:sz w:val="36"/>
          <w:szCs w:val="36"/>
        </w:rPr>
      </w:pPr>
    </w:p>
    <w:p w14:paraId="539BB329" w14:textId="77777777" w:rsidR="003D650C" w:rsidRDefault="003D650C" w:rsidP="003D650C">
      <w:pPr>
        <w:rPr>
          <w:sz w:val="36"/>
          <w:szCs w:val="36"/>
        </w:rPr>
      </w:pPr>
      <w:r>
        <w:rPr>
          <w:sz w:val="36"/>
          <w:szCs w:val="36"/>
        </w:rPr>
        <w:t>………………….………………….………………….…………………….</w:t>
      </w:r>
    </w:p>
    <w:p w14:paraId="17350450" w14:textId="77777777" w:rsidR="003D650C" w:rsidRDefault="003D650C" w:rsidP="003D650C">
      <w:pPr>
        <w:rPr>
          <w:sz w:val="36"/>
          <w:szCs w:val="36"/>
        </w:rPr>
      </w:pPr>
    </w:p>
    <w:p w14:paraId="67F3316C" w14:textId="77777777" w:rsidR="003D650C" w:rsidRDefault="003D650C" w:rsidP="003D650C">
      <w:pPr>
        <w:rPr>
          <w:sz w:val="36"/>
          <w:szCs w:val="36"/>
        </w:rPr>
      </w:pPr>
      <w:r>
        <w:rPr>
          <w:sz w:val="36"/>
          <w:szCs w:val="36"/>
        </w:rPr>
        <w:t>………………….………………….………………….…………………….</w:t>
      </w:r>
    </w:p>
    <w:p w14:paraId="77BBFD8F" w14:textId="77777777" w:rsidR="00D61FEC" w:rsidRDefault="00D61FEC" w:rsidP="003D650C">
      <w:pPr>
        <w:rPr>
          <w:sz w:val="36"/>
          <w:szCs w:val="36"/>
        </w:rPr>
      </w:pPr>
    </w:p>
    <w:p w14:paraId="01FB446C" w14:textId="77777777" w:rsidR="00D61FEC" w:rsidRDefault="00D61FEC" w:rsidP="003D650C">
      <w:pPr>
        <w:rPr>
          <w:sz w:val="36"/>
          <w:szCs w:val="36"/>
        </w:rPr>
      </w:pPr>
      <w:r>
        <w:rPr>
          <w:sz w:val="36"/>
          <w:szCs w:val="36"/>
        </w:rPr>
        <w:t>Key concepts to think about with setting:</w:t>
      </w:r>
    </w:p>
    <w:p w14:paraId="1F7CA540" w14:textId="77777777" w:rsidR="00D61FEC" w:rsidRDefault="00D61FEC" w:rsidP="003D650C">
      <w:pPr>
        <w:rPr>
          <w:sz w:val="36"/>
          <w:szCs w:val="36"/>
        </w:rPr>
      </w:pPr>
    </w:p>
    <w:p w14:paraId="0BDC3CB5" w14:textId="77777777" w:rsidR="00D61FEC" w:rsidRDefault="00D61FEC" w:rsidP="00D61FEC">
      <w:pPr>
        <w:pStyle w:val="ListParagraph"/>
        <w:numPr>
          <w:ilvl w:val="0"/>
          <w:numId w:val="5"/>
        </w:numPr>
        <w:rPr>
          <w:sz w:val="36"/>
          <w:szCs w:val="36"/>
        </w:rPr>
      </w:pPr>
      <w:r w:rsidRPr="001B253D">
        <w:rPr>
          <w:color w:val="008000"/>
          <w:sz w:val="36"/>
          <w:szCs w:val="36"/>
        </w:rPr>
        <w:t xml:space="preserve">Temperature </w:t>
      </w:r>
      <w:r w:rsidRPr="00D61FEC">
        <w:rPr>
          <w:sz w:val="36"/>
          <w:szCs w:val="36"/>
        </w:rPr>
        <w:t>– is it ‘hot’? Are the people ‘hot blooded’?</w:t>
      </w:r>
    </w:p>
    <w:p w14:paraId="1B119591" w14:textId="77777777" w:rsidR="00D61FEC" w:rsidRPr="00D61FEC" w:rsidRDefault="00D61FEC" w:rsidP="00D61FEC">
      <w:pPr>
        <w:pStyle w:val="ListParagraph"/>
        <w:ind w:left="440"/>
        <w:rPr>
          <w:sz w:val="36"/>
          <w:szCs w:val="36"/>
        </w:rPr>
      </w:pPr>
    </w:p>
    <w:p w14:paraId="0CA39CCB" w14:textId="77777777" w:rsidR="00D61FEC" w:rsidRDefault="00D61FEC" w:rsidP="00D61FEC">
      <w:pPr>
        <w:pStyle w:val="ListParagraph"/>
        <w:numPr>
          <w:ilvl w:val="0"/>
          <w:numId w:val="5"/>
        </w:numPr>
        <w:rPr>
          <w:sz w:val="36"/>
          <w:szCs w:val="36"/>
        </w:rPr>
      </w:pPr>
      <w:r w:rsidRPr="001B253D">
        <w:rPr>
          <w:color w:val="008000"/>
          <w:sz w:val="36"/>
          <w:szCs w:val="36"/>
        </w:rPr>
        <w:t>Religion</w:t>
      </w:r>
      <w:r>
        <w:rPr>
          <w:sz w:val="36"/>
          <w:szCs w:val="36"/>
        </w:rPr>
        <w:t xml:space="preserve"> – is there a certain religion in this setting?</w:t>
      </w:r>
    </w:p>
    <w:p w14:paraId="7BC2C54D" w14:textId="77777777" w:rsidR="00D61FEC" w:rsidRDefault="00D61FEC" w:rsidP="00D61FEC">
      <w:pPr>
        <w:pStyle w:val="ListParagraph"/>
        <w:ind w:left="440"/>
        <w:rPr>
          <w:sz w:val="36"/>
          <w:szCs w:val="36"/>
        </w:rPr>
      </w:pPr>
    </w:p>
    <w:p w14:paraId="562916AC" w14:textId="136E0637" w:rsidR="00424768" w:rsidRPr="00424768" w:rsidRDefault="001B253D" w:rsidP="00424768">
      <w:pPr>
        <w:pStyle w:val="ListParagraph"/>
        <w:numPr>
          <w:ilvl w:val="0"/>
          <w:numId w:val="5"/>
        </w:numPr>
        <w:rPr>
          <w:sz w:val="36"/>
          <w:szCs w:val="36"/>
        </w:rPr>
      </w:pPr>
      <w:r w:rsidRPr="001B253D">
        <w:rPr>
          <w:color w:val="008000"/>
          <w:sz w:val="36"/>
          <w:szCs w:val="36"/>
        </w:rPr>
        <w:t>Social Class</w:t>
      </w:r>
      <w:r w:rsidRPr="001B253D">
        <w:rPr>
          <w:sz w:val="36"/>
          <w:szCs w:val="36"/>
        </w:rPr>
        <w:t xml:space="preserve"> </w:t>
      </w:r>
      <w:r>
        <w:rPr>
          <w:sz w:val="36"/>
          <w:szCs w:val="36"/>
        </w:rPr>
        <w:t>–</w:t>
      </w:r>
      <w:r w:rsidRPr="001B253D">
        <w:rPr>
          <w:sz w:val="36"/>
          <w:szCs w:val="36"/>
        </w:rPr>
        <w:t xml:space="preserve"> </w:t>
      </w:r>
      <w:r w:rsidR="00424768">
        <w:rPr>
          <w:sz w:val="36"/>
          <w:szCs w:val="36"/>
        </w:rPr>
        <w:t>is a certain social class shown?</w:t>
      </w:r>
    </w:p>
    <w:p w14:paraId="00522D70" w14:textId="77777777" w:rsidR="00D61FEC" w:rsidRPr="00424768" w:rsidRDefault="00D61FEC" w:rsidP="00424768">
      <w:pPr>
        <w:jc w:val="center"/>
        <w:rPr>
          <w:sz w:val="36"/>
          <w:szCs w:val="36"/>
          <w:u w:val="single"/>
        </w:rPr>
      </w:pPr>
      <w:r w:rsidRPr="00424768">
        <w:rPr>
          <w:sz w:val="36"/>
          <w:szCs w:val="36"/>
          <w:u w:val="single"/>
        </w:rPr>
        <w:t>Writing for the Stage</w:t>
      </w:r>
    </w:p>
    <w:p w14:paraId="6BA5C44D" w14:textId="77777777" w:rsidR="00D61FEC" w:rsidRDefault="00D61FEC" w:rsidP="00D61FEC">
      <w:pPr>
        <w:pStyle w:val="ListParagraph"/>
        <w:ind w:left="440"/>
        <w:rPr>
          <w:sz w:val="36"/>
          <w:szCs w:val="36"/>
        </w:rPr>
      </w:pPr>
    </w:p>
    <w:p w14:paraId="5168BB07" w14:textId="77777777" w:rsidR="00D61FEC" w:rsidRDefault="00D61FEC" w:rsidP="00D61FEC">
      <w:pPr>
        <w:pStyle w:val="ListParagraph"/>
        <w:ind w:left="440"/>
        <w:rPr>
          <w:sz w:val="36"/>
          <w:szCs w:val="36"/>
        </w:rPr>
      </w:pPr>
      <w:r>
        <w:rPr>
          <w:sz w:val="36"/>
          <w:szCs w:val="36"/>
        </w:rPr>
        <w:t>Here is a list of some of the stage conditions of the Elizabethan playhouse</w:t>
      </w:r>
      <w:r w:rsidR="00C1715D">
        <w:rPr>
          <w:sz w:val="36"/>
          <w:szCs w:val="36"/>
        </w:rPr>
        <w:t>:</w:t>
      </w:r>
    </w:p>
    <w:p w14:paraId="39DBE9EA" w14:textId="77777777" w:rsidR="00D61FEC" w:rsidRDefault="00D61FEC" w:rsidP="00D61FEC">
      <w:pPr>
        <w:pStyle w:val="ListParagraph"/>
        <w:numPr>
          <w:ilvl w:val="0"/>
          <w:numId w:val="5"/>
        </w:numPr>
        <w:rPr>
          <w:sz w:val="36"/>
          <w:szCs w:val="36"/>
        </w:rPr>
      </w:pPr>
      <w:r>
        <w:rPr>
          <w:sz w:val="36"/>
          <w:szCs w:val="36"/>
        </w:rPr>
        <w:t>Bare thrust stage</w:t>
      </w:r>
    </w:p>
    <w:p w14:paraId="44A97ED7" w14:textId="77777777" w:rsidR="00D61FEC" w:rsidRDefault="00D61FEC" w:rsidP="00D61FEC">
      <w:pPr>
        <w:pStyle w:val="ListParagraph"/>
        <w:numPr>
          <w:ilvl w:val="0"/>
          <w:numId w:val="5"/>
        </w:numPr>
        <w:rPr>
          <w:sz w:val="36"/>
          <w:szCs w:val="36"/>
        </w:rPr>
      </w:pPr>
      <w:r>
        <w:rPr>
          <w:sz w:val="36"/>
          <w:szCs w:val="36"/>
        </w:rPr>
        <w:lastRenderedPageBreak/>
        <w:t>Elaborate costumes</w:t>
      </w:r>
    </w:p>
    <w:p w14:paraId="3573C6DD" w14:textId="5AEF811E" w:rsidR="00D61FEC" w:rsidRDefault="00FD424D" w:rsidP="00D61FEC">
      <w:pPr>
        <w:pStyle w:val="ListParagraph"/>
        <w:numPr>
          <w:ilvl w:val="0"/>
          <w:numId w:val="5"/>
        </w:numPr>
        <w:rPr>
          <w:sz w:val="36"/>
          <w:szCs w:val="36"/>
        </w:rPr>
      </w:pPr>
      <w:r>
        <w:rPr>
          <w:sz w:val="36"/>
          <w:szCs w:val="36"/>
        </w:rPr>
        <w:t>Women’s roles play</w:t>
      </w:r>
      <w:r w:rsidR="00D61FEC">
        <w:rPr>
          <w:sz w:val="36"/>
          <w:szCs w:val="36"/>
        </w:rPr>
        <w:t>ed by boys or young men</w:t>
      </w:r>
    </w:p>
    <w:p w14:paraId="35A0CE13" w14:textId="77777777" w:rsidR="00D61FEC" w:rsidRDefault="00D61FEC" w:rsidP="00D61FEC">
      <w:pPr>
        <w:pStyle w:val="ListParagraph"/>
        <w:numPr>
          <w:ilvl w:val="0"/>
          <w:numId w:val="5"/>
        </w:numPr>
        <w:rPr>
          <w:sz w:val="36"/>
          <w:szCs w:val="36"/>
        </w:rPr>
      </w:pPr>
      <w:r>
        <w:rPr>
          <w:sz w:val="36"/>
          <w:szCs w:val="36"/>
        </w:rPr>
        <w:t xml:space="preserve">Presentation to the audience: chorus, soliloquies, </w:t>
      </w:r>
      <w:r w:rsidR="001B253D">
        <w:rPr>
          <w:sz w:val="36"/>
          <w:szCs w:val="36"/>
        </w:rPr>
        <w:t>and comedians</w:t>
      </w:r>
      <w:r>
        <w:rPr>
          <w:sz w:val="36"/>
          <w:szCs w:val="36"/>
        </w:rPr>
        <w:t>.</w:t>
      </w:r>
    </w:p>
    <w:p w14:paraId="750E74CF" w14:textId="77777777" w:rsidR="00D61FEC" w:rsidRDefault="00D61FEC" w:rsidP="00D61FEC">
      <w:pPr>
        <w:pStyle w:val="ListParagraph"/>
        <w:numPr>
          <w:ilvl w:val="0"/>
          <w:numId w:val="5"/>
        </w:numPr>
        <w:rPr>
          <w:sz w:val="36"/>
          <w:szCs w:val="36"/>
        </w:rPr>
      </w:pPr>
      <w:r>
        <w:rPr>
          <w:sz w:val="36"/>
          <w:szCs w:val="36"/>
        </w:rPr>
        <w:t>Audience in daylight.</w:t>
      </w:r>
    </w:p>
    <w:p w14:paraId="46A41519" w14:textId="77777777" w:rsidR="00D61FEC" w:rsidRDefault="00D61FEC" w:rsidP="00D61FEC">
      <w:pPr>
        <w:rPr>
          <w:sz w:val="36"/>
          <w:szCs w:val="36"/>
        </w:rPr>
      </w:pPr>
    </w:p>
    <w:p w14:paraId="1FCA2924" w14:textId="77777777" w:rsidR="00D61FEC" w:rsidRDefault="00D61FEC" w:rsidP="00D61FEC">
      <w:pPr>
        <w:rPr>
          <w:sz w:val="36"/>
          <w:szCs w:val="36"/>
        </w:rPr>
      </w:pPr>
      <w:r>
        <w:rPr>
          <w:sz w:val="36"/>
          <w:szCs w:val="36"/>
        </w:rPr>
        <w:t>As a result, in need to be explained where they are because the stage would be lacking in props.</w:t>
      </w:r>
    </w:p>
    <w:p w14:paraId="29990160" w14:textId="77777777" w:rsidR="00D61FEC" w:rsidRDefault="00D61FEC" w:rsidP="00D61FEC">
      <w:pPr>
        <w:rPr>
          <w:sz w:val="36"/>
          <w:szCs w:val="36"/>
        </w:rPr>
      </w:pPr>
    </w:p>
    <w:p w14:paraId="6DD69BA9" w14:textId="77777777" w:rsidR="00D61FEC" w:rsidRDefault="00D61FEC" w:rsidP="00D61FEC">
      <w:pPr>
        <w:rPr>
          <w:sz w:val="36"/>
          <w:szCs w:val="36"/>
        </w:rPr>
      </w:pPr>
      <w:r>
        <w:rPr>
          <w:sz w:val="36"/>
          <w:szCs w:val="36"/>
        </w:rPr>
        <w:t>Arguably, it woul</w:t>
      </w:r>
      <w:r w:rsidR="001B253D">
        <w:rPr>
          <w:sz w:val="36"/>
          <w:szCs w:val="36"/>
        </w:rPr>
        <w:t>d not work to have a bare set for</w:t>
      </w:r>
      <w:r>
        <w:rPr>
          <w:sz w:val="36"/>
          <w:szCs w:val="36"/>
        </w:rPr>
        <w:t xml:space="preserve"> a film in the same way that it would in theatre. As a result, it becomes very difficult to transpose Shakespeare onto screen. </w:t>
      </w:r>
    </w:p>
    <w:p w14:paraId="5D1E8FCA" w14:textId="77777777" w:rsidR="00D61FEC" w:rsidRDefault="00D61FEC" w:rsidP="00D61FEC">
      <w:pPr>
        <w:rPr>
          <w:sz w:val="36"/>
          <w:szCs w:val="36"/>
        </w:rPr>
      </w:pPr>
    </w:p>
    <w:p w14:paraId="787F19B6" w14:textId="77777777" w:rsidR="00D61FEC" w:rsidRDefault="00D61FEC" w:rsidP="00D61FEC">
      <w:pPr>
        <w:rPr>
          <w:color w:val="FF0000"/>
          <w:sz w:val="36"/>
          <w:szCs w:val="36"/>
        </w:rPr>
      </w:pPr>
      <w:r w:rsidRPr="00D61FEC">
        <w:rPr>
          <w:color w:val="FF0000"/>
          <w:sz w:val="36"/>
          <w:szCs w:val="36"/>
        </w:rPr>
        <w:t>Do you think the presence of daylight changes the experience for the spectator and why?</w:t>
      </w:r>
    </w:p>
    <w:p w14:paraId="3F0A5972" w14:textId="77777777" w:rsidR="00D61FEC" w:rsidRDefault="00D61FEC" w:rsidP="00D61FEC">
      <w:pPr>
        <w:rPr>
          <w:sz w:val="36"/>
          <w:szCs w:val="36"/>
        </w:rPr>
      </w:pPr>
    </w:p>
    <w:p w14:paraId="0B164DD9" w14:textId="77777777" w:rsidR="00D61FEC" w:rsidRDefault="00D61FEC" w:rsidP="00D61FEC">
      <w:pPr>
        <w:rPr>
          <w:sz w:val="36"/>
          <w:szCs w:val="36"/>
        </w:rPr>
      </w:pPr>
      <w:r>
        <w:rPr>
          <w:sz w:val="36"/>
          <w:szCs w:val="36"/>
        </w:rPr>
        <w:t>………………….………………….………………….…………………….</w:t>
      </w:r>
    </w:p>
    <w:p w14:paraId="71B532BB" w14:textId="77777777" w:rsidR="00D61FEC" w:rsidRDefault="00D61FEC" w:rsidP="00D61FEC">
      <w:pPr>
        <w:rPr>
          <w:sz w:val="36"/>
          <w:szCs w:val="36"/>
        </w:rPr>
      </w:pPr>
    </w:p>
    <w:p w14:paraId="4F6812EA" w14:textId="77777777" w:rsidR="00D61FEC" w:rsidRDefault="00D61FEC" w:rsidP="00D61FEC">
      <w:pPr>
        <w:rPr>
          <w:sz w:val="36"/>
          <w:szCs w:val="36"/>
        </w:rPr>
      </w:pPr>
      <w:r>
        <w:rPr>
          <w:sz w:val="36"/>
          <w:szCs w:val="36"/>
        </w:rPr>
        <w:t>………………….………………….………………….…………………….</w:t>
      </w:r>
    </w:p>
    <w:p w14:paraId="66AA72E6" w14:textId="77777777" w:rsidR="00D61FEC" w:rsidRDefault="00D61FEC" w:rsidP="00D61FEC">
      <w:pPr>
        <w:rPr>
          <w:sz w:val="36"/>
          <w:szCs w:val="36"/>
        </w:rPr>
      </w:pPr>
    </w:p>
    <w:p w14:paraId="3406BDDE" w14:textId="77777777" w:rsidR="00D61FEC" w:rsidRDefault="00D61FEC" w:rsidP="00D61FEC">
      <w:pPr>
        <w:rPr>
          <w:sz w:val="36"/>
          <w:szCs w:val="36"/>
        </w:rPr>
      </w:pPr>
      <w:r>
        <w:rPr>
          <w:sz w:val="36"/>
          <w:szCs w:val="36"/>
        </w:rPr>
        <w:t>………………….………………….………………….…………………….</w:t>
      </w:r>
    </w:p>
    <w:p w14:paraId="01AEBF1A" w14:textId="77777777" w:rsidR="00D61FEC" w:rsidRDefault="00D61FEC" w:rsidP="00D61FEC">
      <w:pPr>
        <w:rPr>
          <w:sz w:val="36"/>
          <w:szCs w:val="36"/>
        </w:rPr>
      </w:pPr>
    </w:p>
    <w:p w14:paraId="27E5E691" w14:textId="77777777" w:rsidR="00D61FEC" w:rsidRDefault="00D61FEC" w:rsidP="00D61FEC">
      <w:pPr>
        <w:rPr>
          <w:sz w:val="36"/>
          <w:szCs w:val="36"/>
        </w:rPr>
      </w:pPr>
      <w:r>
        <w:rPr>
          <w:sz w:val="36"/>
          <w:szCs w:val="36"/>
        </w:rPr>
        <w:t>………………….………………….………………….…………………….</w:t>
      </w:r>
    </w:p>
    <w:p w14:paraId="39CB2344" w14:textId="77777777" w:rsidR="00D61FEC" w:rsidRDefault="00D61FEC" w:rsidP="00D61FEC">
      <w:pPr>
        <w:rPr>
          <w:sz w:val="36"/>
          <w:szCs w:val="36"/>
        </w:rPr>
      </w:pPr>
    </w:p>
    <w:p w14:paraId="4114C956" w14:textId="77777777" w:rsidR="00D61FEC" w:rsidRDefault="00D61FEC" w:rsidP="00D61FEC">
      <w:pPr>
        <w:rPr>
          <w:sz w:val="36"/>
          <w:szCs w:val="36"/>
        </w:rPr>
      </w:pPr>
      <w:r>
        <w:rPr>
          <w:sz w:val="36"/>
          <w:szCs w:val="36"/>
        </w:rPr>
        <w:t>………………….………………….………………….…………………….</w:t>
      </w:r>
    </w:p>
    <w:p w14:paraId="557CB5B8" w14:textId="77777777" w:rsidR="00D61FEC" w:rsidRDefault="00D61FEC" w:rsidP="00D61FEC">
      <w:pPr>
        <w:rPr>
          <w:sz w:val="36"/>
          <w:szCs w:val="36"/>
        </w:rPr>
      </w:pPr>
    </w:p>
    <w:p w14:paraId="2C5426A4" w14:textId="77777777" w:rsidR="00D61FEC" w:rsidRDefault="00D61FEC" w:rsidP="00D61FEC">
      <w:pPr>
        <w:rPr>
          <w:sz w:val="36"/>
          <w:szCs w:val="36"/>
        </w:rPr>
      </w:pPr>
      <w:r>
        <w:rPr>
          <w:sz w:val="36"/>
          <w:szCs w:val="36"/>
        </w:rPr>
        <w:t>………………….………………….………………….…………………….</w:t>
      </w:r>
    </w:p>
    <w:p w14:paraId="3F8BE640" w14:textId="77777777" w:rsidR="00424768" w:rsidRDefault="00424768" w:rsidP="00D61FEC">
      <w:pPr>
        <w:jc w:val="center"/>
        <w:rPr>
          <w:color w:val="000000" w:themeColor="text1"/>
          <w:sz w:val="36"/>
          <w:szCs w:val="36"/>
          <w:u w:val="single"/>
        </w:rPr>
      </w:pPr>
    </w:p>
    <w:p w14:paraId="750CEAB5" w14:textId="77777777" w:rsidR="00424768" w:rsidRDefault="00424768" w:rsidP="00D61FEC">
      <w:pPr>
        <w:jc w:val="center"/>
        <w:rPr>
          <w:color w:val="000000" w:themeColor="text1"/>
          <w:sz w:val="36"/>
          <w:szCs w:val="36"/>
          <w:u w:val="single"/>
        </w:rPr>
      </w:pPr>
    </w:p>
    <w:p w14:paraId="0B950A35" w14:textId="77777777" w:rsidR="00424768" w:rsidRDefault="00424768" w:rsidP="00D61FEC">
      <w:pPr>
        <w:jc w:val="center"/>
        <w:rPr>
          <w:color w:val="000000" w:themeColor="text1"/>
          <w:sz w:val="36"/>
          <w:szCs w:val="36"/>
          <w:u w:val="single"/>
        </w:rPr>
      </w:pPr>
    </w:p>
    <w:p w14:paraId="6FB54ED2" w14:textId="77777777" w:rsidR="00424768" w:rsidRDefault="00424768" w:rsidP="00D61FEC">
      <w:pPr>
        <w:jc w:val="center"/>
        <w:rPr>
          <w:color w:val="000000" w:themeColor="text1"/>
          <w:sz w:val="36"/>
          <w:szCs w:val="36"/>
          <w:u w:val="single"/>
        </w:rPr>
      </w:pPr>
    </w:p>
    <w:p w14:paraId="529AD10A" w14:textId="77777777" w:rsidR="00424768" w:rsidRDefault="00424768" w:rsidP="00D61FEC">
      <w:pPr>
        <w:jc w:val="center"/>
        <w:rPr>
          <w:color w:val="000000" w:themeColor="text1"/>
          <w:sz w:val="36"/>
          <w:szCs w:val="36"/>
          <w:u w:val="single"/>
        </w:rPr>
      </w:pPr>
    </w:p>
    <w:p w14:paraId="335B3067" w14:textId="77777777" w:rsidR="009C5EA1" w:rsidRPr="001B253D" w:rsidRDefault="009C5EA1" w:rsidP="00D61FEC">
      <w:pPr>
        <w:jc w:val="center"/>
        <w:rPr>
          <w:sz w:val="36"/>
          <w:szCs w:val="36"/>
        </w:rPr>
      </w:pPr>
      <w:r w:rsidRPr="001B253D">
        <w:rPr>
          <w:color w:val="000000" w:themeColor="text1"/>
          <w:sz w:val="36"/>
          <w:szCs w:val="36"/>
          <w:u w:val="single"/>
        </w:rPr>
        <w:lastRenderedPageBreak/>
        <w:t>Theatre and Film: Translation and Adaptation</w:t>
      </w:r>
    </w:p>
    <w:p w14:paraId="4C5CBC8E" w14:textId="77777777" w:rsidR="009C5EA1" w:rsidRPr="001B253D" w:rsidRDefault="009C5EA1" w:rsidP="009C5EA1">
      <w:pPr>
        <w:rPr>
          <w:color w:val="000000" w:themeColor="text1"/>
          <w:sz w:val="36"/>
          <w:szCs w:val="36"/>
        </w:rPr>
      </w:pPr>
    </w:p>
    <w:p w14:paraId="1CBA64F6" w14:textId="77777777" w:rsidR="009C5EA1" w:rsidRPr="001B253D" w:rsidRDefault="009C5EA1" w:rsidP="009C5EA1">
      <w:pPr>
        <w:pStyle w:val="ListParagraph"/>
        <w:numPr>
          <w:ilvl w:val="0"/>
          <w:numId w:val="5"/>
        </w:numPr>
        <w:rPr>
          <w:color w:val="000000" w:themeColor="text1"/>
          <w:sz w:val="36"/>
          <w:szCs w:val="36"/>
        </w:rPr>
      </w:pPr>
      <w:r w:rsidRPr="001B253D">
        <w:rPr>
          <w:color w:val="000000" w:themeColor="text1"/>
          <w:sz w:val="36"/>
          <w:szCs w:val="36"/>
        </w:rPr>
        <w:t>Theatre gives a shared communal experience between actors and audience, the send of a live occasion. There may be accidents… Actors in the theatre may interact with the audience. The plays are often written with a presentational style in mind: prologues, and choruses, comedians, asides and soliloquies.</w:t>
      </w:r>
    </w:p>
    <w:p w14:paraId="35BFEEE2" w14:textId="77777777" w:rsidR="009C5EA1" w:rsidRPr="001B253D" w:rsidRDefault="009C5EA1" w:rsidP="009C5EA1">
      <w:pPr>
        <w:pStyle w:val="ListParagraph"/>
        <w:numPr>
          <w:ilvl w:val="0"/>
          <w:numId w:val="5"/>
        </w:numPr>
        <w:rPr>
          <w:color w:val="000000" w:themeColor="text1"/>
          <w:sz w:val="36"/>
          <w:szCs w:val="36"/>
        </w:rPr>
      </w:pPr>
      <w:r w:rsidRPr="001B253D">
        <w:rPr>
          <w:color w:val="000000" w:themeColor="text1"/>
          <w:sz w:val="36"/>
          <w:szCs w:val="36"/>
        </w:rPr>
        <w:t>In theatre the bare stage can be anywhere, a space of metaphor, but in cinema this is more difficult. In theatre the characters come on and go off. In cinema they are discovered.</w:t>
      </w:r>
    </w:p>
    <w:p w14:paraId="1F3C32D0" w14:textId="77777777" w:rsidR="009C5EA1" w:rsidRPr="001B253D" w:rsidRDefault="009C5EA1" w:rsidP="009C5EA1">
      <w:pPr>
        <w:pStyle w:val="ListParagraph"/>
        <w:numPr>
          <w:ilvl w:val="0"/>
          <w:numId w:val="5"/>
        </w:numPr>
        <w:rPr>
          <w:color w:val="000000" w:themeColor="text1"/>
          <w:sz w:val="36"/>
          <w:szCs w:val="36"/>
        </w:rPr>
      </w:pPr>
      <w:r w:rsidRPr="001B253D">
        <w:rPr>
          <w:color w:val="000000" w:themeColor="text1"/>
          <w:sz w:val="36"/>
          <w:szCs w:val="36"/>
        </w:rPr>
        <w:t>The Elizabethan audience was in daylight, making in more of a communal experience than the cinema audience in darkness making it more personal and psychological.</w:t>
      </w:r>
    </w:p>
    <w:p w14:paraId="63761FD1" w14:textId="77777777" w:rsidR="009C5EA1" w:rsidRPr="001B253D" w:rsidRDefault="009C5EA1" w:rsidP="009C5EA1">
      <w:pPr>
        <w:pStyle w:val="ListParagraph"/>
        <w:numPr>
          <w:ilvl w:val="0"/>
          <w:numId w:val="5"/>
        </w:numPr>
        <w:rPr>
          <w:color w:val="000000" w:themeColor="text1"/>
          <w:sz w:val="36"/>
          <w:szCs w:val="36"/>
        </w:rPr>
      </w:pPr>
      <w:r w:rsidRPr="001B253D">
        <w:rPr>
          <w:color w:val="000000" w:themeColor="text1"/>
          <w:sz w:val="36"/>
          <w:szCs w:val="36"/>
        </w:rPr>
        <w:t>In the theatre the audience can choose where to look, which characters to observe and follow. In cinema the director directs the audience’s gaze through the camerawork and editing.</w:t>
      </w:r>
    </w:p>
    <w:p w14:paraId="45AF6EFD" w14:textId="77777777" w:rsidR="009C5EA1" w:rsidRPr="001B253D" w:rsidRDefault="009C5EA1" w:rsidP="009C5EA1">
      <w:pPr>
        <w:pStyle w:val="ListParagraph"/>
        <w:numPr>
          <w:ilvl w:val="0"/>
          <w:numId w:val="5"/>
        </w:numPr>
        <w:rPr>
          <w:color w:val="000000" w:themeColor="text1"/>
          <w:sz w:val="36"/>
          <w:szCs w:val="36"/>
        </w:rPr>
      </w:pPr>
      <w:r w:rsidRPr="001B253D">
        <w:rPr>
          <w:color w:val="000000" w:themeColor="text1"/>
          <w:sz w:val="36"/>
          <w:szCs w:val="36"/>
        </w:rPr>
        <w:t>The Elizabethan theatre with its bare thrust stage inevitably emphasises language, and the audience had to listen to this complex, image filled, metaphorical language, which is used so many style in such a bravu</w:t>
      </w:r>
      <w:r w:rsidR="007A60C9" w:rsidRPr="001B253D">
        <w:rPr>
          <w:color w:val="000000" w:themeColor="text1"/>
          <w:sz w:val="36"/>
          <w:szCs w:val="36"/>
        </w:rPr>
        <w:t>ra way.</w:t>
      </w:r>
    </w:p>
    <w:p w14:paraId="7641C67C" w14:textId="77777777" w:rsidR="007A60C9" w:rsidRPr="001B253D" w:rsidRDefault="007A60C9" w:rsidP="007A60C9">
      <w:pPr>
        <w:pStyle w:val="ListParagraph"/>
        <w:ind w:left="440"/>
        <w:rPr>
          <w:color w:val="008000"/>
          <w:sz w:val="36"/>
          <w:szCs w:val="36"/>
        </w:rPr>
      </w:pPr>
    </w:p>
    <w:p w14:paraId="5468766F" w14:textId="6F92C6F2" w:rsidR="001B253D" w:rsidRDefault="007A60C9" w:rsidP="007A60C9">
      <w:pPr>
        <w:rPr>
          <w:color w:val="008000"/>
          <w:sz w:val="36"/>
          <w:szCs w:val="36"/>
        </w:rPr>
      </w:pPr>
      <w:r w:rsidRPr="001B253D">
        <w:rPr>
          <w:color w:val="008000"/>
          <w:sz w:val="36"/>
          <w:szCs w:val="36"/>
        </w:rPr>
        <w:t>‘The greatest single difference between the communication methods of stage and cinema is that the theatre is essentially a verbal medium foregrounds the spoken word, while film communicates using predominantly visual techniques.</w:t>
      </w:r>
      <w:r w:rsidR="003D720B">
        <w:rPr>
          <w:color w:val="008000"/>
          <w:sz w:val="36"/>
          <w:szCs w:val="36"/>
        </w:rPr>
        <w:t xml:space="preserve">’     </w:t>
      </w:r>
      <w:r w:rsidRPr="001B253D">
        <w:rPr>
          <w:color w:val="008000"/>
          <w:sz w:val="36"/>
          <w:szCs w:val="36"/>
        </w:rPr>
        <w:t xml:space="preserve"> (</w:t>
      </w:r>
      <w:proofErr w:type="spellStart"/>
      <w:r w:rsidRPr="001B253D">
        <w:rPr>
          <w:color w:val="008000"/>
          <w:sz w:val="36"/>
          <w:szCs w:val="36"/>
        </w:rPr>
        <w:t>Hindle</w:t>
      </w:r>
      <w:proofErr w:type="spellEnd"/>
      <w:r w:rsidRPr="001B253D">
        <w:rPr>
          <w:color w:val="008000"/>
          <w:sz w:val="36"/>
          <w:szCs w:val="36"/>
        </w:rPr>
        <w:t>, p12)</w:t>
      </w:r>
    </w:p>
    <w:p w14:paraId="325056DF" w14:textId="77777777" w:rsidR="00424768" w:rsidRDefault="00424768" w:rsidP="007A60C9">
      <w:pPr>
        <w:rPr>
          <w:color w:val="008000"/>
          <w:sz w:val="36"/>
          <w:szCs w:val="36"/>
        </w:rPr>
      </w:pPr>
    </w:p>
    <w:p w14:paraId="46947609" w14:textId="77777777" w:rsidR="007A60C9" w:rsidRPr="001B253D" w:rsidRDefault="007A60C9" w:rsidP="007A60C9">
      <w:pPr>
        <w:rPr>
          <w:color w:val="008000"/>
          <w:sz w:val="36"/>
          <w:szCs w:val="36"/>
        </w:rPr>
      </w:pPr>
      <w:r w:rsidRPr="001B253D">
        <w:rPr>
          <w:color w:val="FF0000"/>
          <w:sz w:val="36"/>
          <w:szCs w:val="36"/>
        </w:rPr>
        <w:t xml:space="preserve">Do you agree or disagree with </w:t>
      </w:r>
      <w:proofErr w:type="spellStart"/>
      <w:r w:rsidRPr="001B253D">
        <w:rPr>
          <w:color w:val="FF0000"/>
          <w:sz w:val="36"/>
          <w:szCs w:val="36"/>
        </w:rPr>
        <w:t>Hindle’s</w:t>
      </w:r>
      <w:proofErr w:type="spellEnd"/>
      <w:r w:rsidRPr="001B253D">
        <w:rPr>
          <w:color w:val="FF0000"/>
          <w:sz w:val="36"/>
          <w:szCs w:val="36"/>
        </w:rPr>
        <w:t xml:space="preserve"> statement?</w:t>
      </w:r>
    </w:p>
    <w:p w14:paraId="48811ED2" w14:textId="77777777" w:rsidR="007A60C9" w:rsidRPr="00B0011E" w:rsidRDefault="007A60C9" w:rsidP="007A60C9">
      <w:pPr>
        <w:rPr>
          <w:color w:val="FFFFFF" w:themeColor="background1"/>
          <w:sz w:val="36"/>
          <w:szCs w:val="36"/>
        </w:rPr>
      </w:pPr>
      <w:r w:rsidRPr="00F20295">
        <w:rPr>
          <w:color w:val="FFFFFF" w:themeColor="background1"/>
          <w:sz w:val="36"/>
          <w:szCs w:val="36"/>
        </w:rPr>
        <w:t>………………….………………….………………….……………………..</w:t>
      </w:r>
    </w:p>
    <w:p w14:paraId="1C88392E" w14:textId="77777777" w:rsidR="007A60C9" w:rsidRPr="00F20295" w:rsidRDefault="007A60C9" w:rsidP="007A60C9">
      <w:pPr>
        <w:rPr>
          <w:sz w:val="36"/>
          <w:szCs w:val="36"/>
        </w:rPr>
      </w:pPr>
      <w:r>
        <w:rPr>
          <w:sz w:val="36"/>
          <w:szCs w:val="36"/>
        </w:rPr>
        <w:t>………………….………………….………………….…………………….</w:t>
      </w:r>
    </w:p>
    <w:p w14:paraId="310659DA" w14:textId="77777777" w:rsidR="007A60C9" w:rsidRPr="00F20295" w:rsidRDefault="007A60C9" w:rsidP="007A60C9">
      <w:pPr>
        <w:rPr>
          <w:sz w:val="36"/>
          <w:szCs w:val="36"/>
        </w:rPr>
      </w:pPr>
    </w:p>
    <w:p w14:paraId="5BB1C640" w14:textId="77777777" w:rsidR="007A60C9" w:rsidRDefault="007A60C9" w:rsidP="007A60C9">
      <w:pPr>
        <w:rPr>
          <w:sz w:val="36"/>
          <w:szCs w:val="36"/>
        </w:rPr>
      </w:pPr>
      <w:r>
        <w:rPr>
          <w:sz w:val="36"/>
          <w:szCs w:val="36"/>
        </w:rPr>
        <w:t>………………….………………….………………….…………………….</w:t>
      </w:r>
    </w:p>
    <w:p w14:paraId="4E0F7F15" w14:textId="77777777" w:rsidR="007A60C9" w:rsidRDefault="007A60C9" w:rsidP="007A60C9">
      <w:pPr>
        <w:rPr>
          <w:sz w:val="36"/>
          <w:szCs w:val="36"/>
        </w:rPr>
      </w:pPr>
    </w:p>
    <w:p w14:paraId="438B2FCE" w14:textId="77777777" w:rsidR="007A60C9" w:rsidRDefault="007A60C9" w:rsidP="007A60C9">
      <w:pPr>
        <w:rPr>
          <w:sz w:val="36"/>
          <w:szCs w:val="36"/>
        </w:rPr>
      </w:pPr>
      <w:r>
        <w:rPr>
          <w:sz w:val="36"/>
          <w:szCs w:val="36"/>
        </w:rPr>
        <w:t>………………….………………….………………….…………………….</w:t>
      </w:r>
    </w:p>
    <w:p w14:paraId="4DB5D03F" w14:textId="77777777" w:rsidR="007A60C9" w:rsidRDefault="007A60C9" w:rsidP="007A60C9">
      <w:pPr>
        <w:rPr>
          <w:sz w:val="36"/>
          <w:szCs w:val="36"/>
        </w:rPr>
      </w:pPr>
    </w:p>
    <w:p w14:paraId="5302D5A1" w14:textId="77777777" w:rsidR="007A60C9" w:rsidRDefault="007A60C9" w:rsidP="007A60C9">
      <w:pPr>
        <w:rPr>
          <w:sz w:val="36"/>
          <w:szCs w:val="36"/>
        </w:rPr>
      </w:pPr>
      <w:r>
        <w:rPr>
          <w:sz w:val="36"/>
          <w:szCs w:val="36"/>
        </w:rPr>
        <w:t>………………….………………….………………….…………………….</w:t>
      </w:r>
    </w:p>
    <w:p w14:paraId="2ECA6C0A" w14:textId="77777777" w:rsidR="007A60C9" w:rsidRDefault="007A60C9" w:rsidP="007A60C9">
      <w:pPr>
        <w:rPr>
          <w:sz w:val="36"/>
          <w:szCs w:val="36"/>
        </w:rPr>
      </w:pPr>
    </w:p>
    <w:p w14:paraId="269F7A5A" w14:textId="77777777" w:rsidR="007A60C9" w:rsidRDefault="007A60C9" w:rsidP="007A60C9">
      <w:pPr>
        <w:rPr>
          <w:sz w:val="36"/>
          <w:szCs w:val="36"/>
        </w:rPr>
      </w:pPr>
      <w:r>
        <w:rPr>
          <w:sz w:val="36"/>
          <w:szCs w:val="36"/>
        </w:rPr>
        <w:t>………………….………………….………………….…………………….</w:t>
      </w:r>
    </w:p>
    <w:p w14:paraId="4F258372" w14:textId="77777777" w:rsidR="007A60C9" w:rsidRDefault="007A60C9" w:rsidP="007A60C9">
      <w:pPr>
        <w:rPr>
          <w:sz w:val="36"/>
          <w:szCs w:val="36"/>
        </w:rPr>
      </w:pPr>
    </w:p>
    <w:p w14:paraId="6D308175" w14:textId="77777777" w:rsidR="007A60C9" w:rsidRDefault="007A60C9" w:rsidP="007A60C9">
      <w:pPr>
        <w:rPr>
          <w:sz w:val="36"/>
          <w:szCs w:val="36"/>
        </w:rPr>
      </w:pPr>
      <w:r>
        <w:rPr>
          <w:sz w:val="36"/>
          <w:szCs w:val="36"/>
        </w:rPr>
        <w:t>………………….………………….………………….…………………….</w:t>
      </w:r>
    </w:p>
    <w:p w14:paraId="78E3458F" w14:textId="77777777" w:rsidR="007A60C9" w:rsidRDefault="007A60C9" w:rsidP="007A60C9">
      <w:pPr>
        <w:rPr>
          <w:sz w:val="36"/>
          <w:szCs w:val="36"/>
        </w:rPr>
      </w:pPr>
    </w:p>
    <w:p w14:paraId="41F07A0E" w14:textId="77777777" w:rsidR="007A60C9" w:rsidRDefault="007A60C9" w:rsidP="007A60C9">
      <w:pPr>
        <w:rPr>
          <w:sz w:val="36"/>
          <w:szCs w:val="36"/>
        </w:rPr>
      </w:pPr>
      <w:r>
        <w:rPr>
          <w:sz w:val="36"/>
          <w:szCs w:val="36"/>
        </w:rPr>
        <w:t>………………….………………….………………….…………………….</w:t>
      </w:r>
    </w:p>
    <w:p w14:paraId="418755B6" w14:textId="77777777" w:rsidR="007A60C9" w:rsidRDefault="007A60C9" w:rsidP="007A60C9">
      <w:pPr>
        <w:rPr>
          <w:sz w:val="36"/>
          <w:szCs w:val="36"/>
        </w:rPr>
      </w:pPr>
    </w:p>
    <w:p w14:paraId="7FEFECCC" w14:textId="77777777" w:rsidR="007A60C9" w:rsidRDefault="007A60C9" w:rsidP="007A60C9">
      <w:pPr>
        <w:rPr>
          <w:sz w:val="36"/>
          <w:szCs w:val="36"/>
        </w:rPr>
      </w:pPr>
      <w:r>
        <w:rPr>
          <w:sz w:val="36"/>
          <w:szCs w:val="36"/>
        </w:rPr>
        <w:t>………………….………………….………………….…………………….</w:t>
      </w:r>
    </w:p>
    <w:p w14:paraId="325C4B77" w14:textId="77777777" w:rsidR="007A60C9" w:rsidRDefault="007A60C9" w:rsidP="007A60C9">
      <w:pPr>
        <w:rPr>
          <w:sz w:val="36"/>
          <w:szCs w:val="36"/>
        </w:rPr>
      </w:pPr>
    </w:p>
    <w:p w14:paraId="19C7E9BA" w14:textId="77777777" w:rsidR="001B253D" w:rsidRDefault="007A60C9" w:rsidP="001B253D">
      <w:pPr>
        <w:rPr>
          <w:sz w:val="36"/>
          <w:szCs w:val="36"/>
        </w:rPr>
      </w:pPr>
      <w:r>
        <w:rPr>
          <w:sz w:val="36"/>
          <w:szCs w:val="36"/>
        </w:rPr>
        <w:t>………………….………………….………………….…………………….</w:t>
      </w:r>
    </w:p>
    <w:p w14:paraId="255E41B7" w14:textId="77777777" w:rsidR="001B253D" w:rsidRDefault="001B253D" w:rsidP="001B253D">
      <w:pPr>
        <w:rPr>
          <w:sz w:val="36"/>
          <w:szCs w:val="36"/>
        </w:rPr>
      </w:pPr>
    </w:p>
    <w:p w14:paraId="2C0BC55A" w14:textId="77777777" w:rsidR="001B253D" w:rsidRPr="00F20295" w:rsidRDefault="001B253D" w:rsidP="001B253D">
      <w:pPr>
        <w:rPr>
          <w:sz w:val="36"/>
          <w:szCs w:val="36"/>
        </w:rPr>
      </w:pPr>
      <w:r>
        <w:rPr>
          <w:sz w:val="36"/>
          <w:szCs w:val="36"/>
        </w:rPr>
        <w:t>………………….………………….………………….…………………….</w:t>
      </w:r>
    </w:p>
    <w:p w14:paraId="5A9EC631" w14:textId="77777777" w:rsidR="001B253D" w:rsidRPr="00F20295" w:rsidRDefault="001B253D" w:rsidP="001B253D">
      <w:pPr>
        <w:rPr>
          <w:sz w:val="36"/>
          <w:szCs w:val="36"/>
        </w:rPr>
      </w:pPr>
    </w:p>
    <w:p w14:paraId="18261DFE" w14:textId="77777777" w:rsidR="001B253D" w:rsidRDefault="001B253D" w:rsidP="001B253D">
      <w:pPr>
        <w:rPr>
          <w:sz w:val="36"/>
          <w:szCs w:val="36"/>
        </w:rPr>
      </w:pPr>
      <w:r>
        <w:rPr>
          <w:sz w:val="36"/>
          <w:szCs w:val="36"/>
        </w:rPr>
        <w:t>………………….………………….………………….…………………….</w:t>
      </w:r>
    </w:p>
    <w:p w14:paraId="09596B19" w14:textId="77777777" w:rsidR="001B253D" w:rsidRDefault="001B253D" w:rsidP="001B253D">
      <w:pPr>
        <w:rPr>
          <w:sz w:val="36"/>
          <w:szCs w:val="36"/>
        </w:rPr>
      </w:pPr>
    </w:p>
    <w:p w14:paraId="466E5F0B" w14:textId="77777777" w:rsidR="001B253D" w:rsidRDefault="001B253D" w:rsidP="001B253D">
      <w:pPr>
        <w:rPr>
          <w:sz w:val="36"/>
          <w:szCs w:val="36"/>
        </w:rPr>
      </w:pPr>
      <w:r>
        <w:rPr>
          <w:sz w:val="36"/>
          <w:szCs w:val="36"/>
        </w:rPr>
        <w:t>………………….………………….………………….…………………….</w:t>
      </w:r>
    </w:p>
    <w:p w14:paraId="13411558" w14:textId="77777777" w:rsidR="001B253D" w:rsidRDefault="001B253D" w:rsidP="001B253D">
      <w:pPr>
        <w:rPr>
          <w:sz w:val="36"/>
          <w:szCs w:val="36"/>
        </w:rPr>
      </w:pPr>
    </w:p>
    <w:p w14:paraId="42DC9D78" w14:textId="77777777" w:rsidR="001B253D" w:rsidRDefault="001B253D" w:rsidP="001B253D">
      <w:pPr>
        <w:rPr>
          <w:sz w:val="36"/>
          <w:szCs w:val="36"/>
        </w:rPr>
      </w:pPr>
      <w:r>
        <w:rPr>
          <w:sz w:val="36"/>
          <w:szCs w:val="36"/>
        </w:rPr>
        <w:t>………………….………………….………………….…………………….</w:t>
      </w:r>
    </w:p>
    <w:p w14:paraId="2491EFE5" w14:textId="77777777" w:rsidR="001B253D" w:rsidRDefault="001B253D" w:rsidP="001B253D">
      <w:pPr>
        <w:rPr>
          <w:sz w:val="36"/>
          <w:szCs w:val="36"/>
        </w:rPr>
      </w:pPr>
    </w:p>
    <w:p w14:paraId="0DACDBDE" w14:textId="77777777" w:rsidR="001B253D" w:rsidRPr="00F20295" w:rsidRDefault="001B253D" w:rsidP="001B253D">
      <w:pPr>
        <w:rPr>
          <w:sz w:val="36"/>
          <w:szCs w:val="36"/>
        </w:rPr>
      </w:pPr>
      <w:r>
        <w:rPr>
          <w:sz w:val="36"/>
          <w:szCs w:val="36"/>
        </w:rPr>
        <w:t>………………….………………….………………….…………………….</w:t>
      </w:r>
    </w:p>
    <w:p w14:paraId="3B7B858D" w14:textId="77777777" w:rsidR="001B253D" w:rsidRPr="00F20295" w:rsidRDefault="001B253D" w:rsidP="001B253D">
      <w:pPr>
        <w:rPr>
          <w:sz w:val="36"/>
          <w:szCs w:val="36"/>
        </w:rPr>
      </w:pPr>
    </w:p>
    <w:p w14:paraId="0CBF4B04" w14:textId="77777777" w:rsidR="001B253D" w:rsidRDefault="001B253D" w:rsidP="001B253D">
      <w:pPr>
        <w:rPr>
          <w:sz w:val="36"/>
          <w:szCs w:val="36"/>
        </w:rPr>
      </w:pPr>
      <w:r>
        <w:rPr>
          <w:sz w:val="36"/>
          <w:szCs w:val="36"/>
        </w:rPr>
        <w:t>………………….………………….………………….…………………….</w:t>
      </w:r>
    </w:p>
    <w:p w14:paraId="21AD954C" w14:textId="77777777" w:rsidR="001B253D" w:rsidRDefault="001B253D" w:rsidP="001B253D">
      <w:pPr>
        <w:rPr>
          <w:sz w:val="36"/>
          <w:szCs w:val="36"/>
        </w:rPr>
      </w:pPr>
    </w:p>
    <w:p w14:paraId="4C59D513" w14:textId="77777777" w:rsidR="00D61FEC" w:rsidRPr="001B253D" w:rsidRDefault="00D61FEC" w:rsidP="001B253D">
      <w:pPr>
        <w:jc w:val="center"/>
        <w:rPr>
          <w:sz w:val="36"/>
          <w:szCs w:val="36"/>
        </w:rPr>
      </w:pPr>
      <w:r>
        <w:rPr>
          <w:sz w:val="36"/>
          <w:szCs w:val="36"/>
          <w:u w:val="single"/>
        </w:rPr>
        <w:lastRenderedPageBreak/>
        <w:t>Theatre to Film: Key D</w:t>
      </w:r>
      <w:r w:rsidRPr="00D61FEC">
        <w:rPr>
          <w:sz w:val="36"/>
          <w:szCs w:val="36"/>
          <w:u w:val="single"/>
        </w:rPr>
        <w:t>ifferences</w:t>
      </w:r>
    </w:p>
    <w:p w14:paraId="2D501099" w14:textId="77777777" w:rsidR="00D61FEC" w:rsidRDefault="00D61FEC" w:rsidP="00D61FEC">
      <w:pPr>
        <w:jc w:val="center"/>
        <w:rPr>
          <w:sz w:val="36"/>
          <w:szCs w:val="36"/>
          <w:u w:val="single"/>
        </w:rPr>
      </w:pPr>
    </w:p>
    <w:p w14:paraId="73997720" w14:textId="77777777" w:rsidR="00D61FEC" w:rsidRDefault="00D61FEC" w:rsidP="00D61FEC">
      <w:pPr>
        <w:pStyle w:val="ListParagraph"/>
        <w:numPr>
          <w:ilvl w:val="0"/>
          <w:numId w:val="5"/>
        </w:numPr>
        <w:rPr>
          <w:sz w:val="36"/>
          <w:szCs w:val="36"/>
        </w:rPr>
      </w:pPr>
      <w:r w:rsidRPr="00D61FEC">
        <w:rPr>
          <w:sz w:val="36"/>
          <w:szCs w:val="36"/>
        </w:rPr>
        <w:t>Loss of shared communal experience of actors and audience</w:t>
      </w:r>
      <w:r w:rsidR="001B253D">
        <w:rPr>
          <w:sz w:val="36"/>
          <w:szCs w:val="36"/>
        </w:rPr>
        <w:t>. Actors in the th</w:t>
      </w:r>
      <w:r w:rsidRPr="00D61FEC">
        <w:rPr>
          <w:sz w:val="36"/>
          <w:szCs w:val="36"/>
        </w:rPr>
        <w:t>eatre may interact with the audience.</w:t>
      </w:r>
    </w:p>
    <w:p w14:paraId="617BF3A5" w14:textId="77777777" w:rsidR="00784545" w:rsidRPr="00D61FEC" w:rsidRDefault="00784545" w:rsidP="00784545">
      <w:pPr>
        <w:pStyle w:val="ListParagraph"/>
        <w:ind w:left="440"/>
        <w:rPr>
          <w:sz w:val="36"/>
          <w:szCs w:val="36"/>
        </w:rPr>
      </w:pPr>
    </w:p>
    <w:p w14:paraId="6B3EE5DE" w14:textId="77777777" w:rsidR="00D61FEC" w:rsidRDefault="00D61FEC" w:rsidP="00D61FEC">
      <w:pPr>
        <w:pStyle w:val="ListParagraph"/>
        <w:numPr>
          <w:ilvl w:val="0"/>
          <w:numId w:val="5"/>
        </w:numPr>
        <w:rPr>
          <w:sz w:val="36"/>
          <w:szCs w:val="36"/>
        </w:rPr>
      </w:pPr>
      <w:r>
        <w:rPr>
          <w:sz w:val="36"/>
          <w:szCs w:val="36"/>
        </w:rPr>
        <w:t>In the theatre the audience choses where to look. In the cinema the director directs the look.</w:t>
      </w:r>
    </w:p>
    <w:p w14:paraId="55A133DF" w14:textId="77777777" w:rsidR="00784545" w:rsidRPr="003D720B" w:rsidRDefault="00784545" w:rsidP="003D720B">
      <w:pPr>
        <w:rPr>
          <w:sz w:val="36"/>
          <w:szCs w:val="36"/>
        </w:rPr>
      </w:pPr>
    </w:p>
    <w:p w14:paraId="244FDF42" w14:textId="77777777" w:rsidR="00D61FEC" w:rsidRDefault="00D61FEC" w:rsidP="00D61FEC">
      <w:pPr>
        <w:pStyle w:val="ListParagraph"/>
        <w:numPr>
          <w:ilvl w:val="0"/>
          <w:numId w:val="5"/>
        </w:numPr>
        <w:rPr>
          <w:sz w:val="36"/>
          <w:szCs w:val="36"/>
        </w:rPr>
      </w:pPr>
      <w:r>
        <w:rPr>
          <w:sz w:val="36"/>
          <w:szCs w:val="36"/>
        </w:rPr>
        <w:t>The conventions of films filling the screen with realistic detail opposes to a bare stage. ‘In cinema we believe that there is a world of continuing beyond the edge of the screen which gives meaning and function to the character which we see inside the frame’ (Anthony Davies</w:t>
      </w:r>
      <w:r w:rsidR="00784545">
        <w:rPr>
          <w:sz w:val="36"/>
          <w:szCs w:val="36"/>
        </w:rPr>
        <w:t>)</w:t>
      </w:r>
    </w:p>
    <w:p w14:paraId="2734BA60" w14:textId="77777777" w:rsidR="00784545" w:rsidRDefault="00784545" w:rsidP="00784545">
      <w:pPr>
        <w:rPr>
          <w:sz w:val="36"/>
          <w:szCs w:val="36"/>
        </w:rPr>
      </w:pPr>
    </w:p>
    <w:p w14:paraId="2CDEAEB9" w14:textId="77777777" w:rsidR="00784545" w:rsidRPr="00784545" w:rsidRDefault="00784545" w:rsidP="00784545">
      <w:pPr>
        <w:rPr>
          <w:color w:val="FF0000"/>
          <w:sz w:val="36"/>
          <w:szCs w:val="36"/>
        </w:rPr>
      </w:pPr>
      <w:r w:rsidRPr="00784545">
        <w:rPr>
          <w:color w:val="FF0000"/>
          <w:sz w:val="36"/>
          <w:szCs w:val="36"/>
        </w:rPr>
        <w:t xml:space="preserve">How has your understanding of </w:t>
      </w:r>
      <w:r w:rsidRPr="00C1715D">
        <w:rPr>
          <w:i/>
          <w:color w:val="FF0000"/>
          <w:sz w:val="36"/>
          <w:szCs w:val="36"/>
        </w:rPr>
        <w:t>Romeo and Juliet</w:t>
      </w:r>
      <w:r w:rsidRPr="00784545">
        <w:rPr>
          <w:color w:val="FF0000"/>
          <w:sz w:val="36"/>
          <w:szCs w:val="36"/>
        </w:rPr>
        <w:t xml:space="preserve"> changed from completing this booklet – what will you take away?</w:t>
      </w:r>
    </w:p>
    <w:p w14:paraId="75E1AB5F" w14:textId="77777777" w:rsidR="00784545" w:rsidRPr="00F20295" w:rsidRDefault="00784545" w:rsidP="00784545">
      <w:pPr>
        <w:rPr>
          <w:sz w:val="36"/>
          <w:szCs w:val="36"/>
        </w:rPr>
      </w:pPr>
      <w:r>
        <w:rPr>
          <w:sz w:val="36"/>
          <w:szCs w:val="36"/>
        </w:rPr>
        <w:t>………………….………………….………………….…………………….</w:t>
      </w:r>
    </w:p>
    <w:p w14:paraId="6D78563E" w14:textId="77777777" w:rsidR="00784545" w:rsidRPr="00F20295" w:rsidRDefault="00784545" w:rsidP="00784545">
      <w:pPr>
        <w:rPr>
          <w:sz w:val="36"/>
          <w:szCs w:val="36"/>
        </w:rPr>
      </w:pPr>
    </w:p>
    <w:p w14:paraId="3C9176BE" w14:textId="77777777" w:rsidR="00784545" w:rsidRDefault="00784545" w:rsidP="00784545">
      <w:pPr>
        <w:rPr>
          <w:sz w:val="36"/>
          <w:szCs w:val="36"/>
        </w:rPr>
      </w:pPr>
      <w:r>
        <w:rPr>
          <w:sz w:val="36"/>
          <w:szCs w:val="36"/>
        </w:rPr>
        <w:t>………………….………………….………………….…………………….</w:t>
      </w:r>
    </w:p>
    <w:p w14:paraId="3385385B" w14:textId="77777777" w:rsidR="00784545" w:rsidRDefault="00784545" w:rsidP="00784545">
      <w:pPr>
        <w:rPr>
          <w:sz w:val="36"/>
          <w:szCs w:val="36"/>
        </w:rPr>
      </w:pPr>
    </w:p>
    <w:p w14:paraId="18CFD307" w14:textId="77777777" w:rsidR="00784545" w:rsidRDefault="00784545" w:rsidP="00784545">
      <w:pPr>
        <w:rPr>
          <w:sz w:val="36"/>
          <w:szCs w:val="36"/>
        </w:rPr>
      </w:pPr>
      <w:r>
        <w:rPr>
          <w:sz w:val="36"/>
          <w:szCs w:val="36"/>
        </w:rPr>
        <w:t>………………….………………….………………….…………………….</w:t>
      </w:r>
    </w:p>
    <w:p w14:paraId="77DF7075" w14:textId="77777777" w:rsidR="00784545" w:rsidRDefault="00784545" w:rsidP="00784545">
      <w:pPr>
        <w:rPr>
          <w:sz w:val="36"/>
          <w:szCs w:val="36"/>
        </w:rPr>
      </w:pPr>
    </w:p>
    <w:p w14:paraId="51EA2C31" w14:textId="77777777" w:rsidR="00784545" w:rsidRDefault="00784545" w:rsidP="00784545">
      <w:pPr>
        <w:rPr>
          <w:sz w:val="36"/>
          <w:szCs w:val="36"/>
        </w:rPr>
      </w:pPr>
      <w:r>
        <w:rPr>
          <w:sz w:val="36"/>
          <w:szCs w:val="36"/>
        </w:rPr>
        <w:t>………………….………………….………………….…………………….</w:t>
      </w:r>
    </w:p>
    <w:p w14:paraId="1FAE3F07" w14:textId="77777777" w:rsidR="00784545" w:rsidRDefault="00784545" w:rsidP="00784545">
      <w:pPr>
        <w:rPr>
          <w:sz w:val="36"/>
          <w:szCs w:val="36"/>
        </w:rPr>
      </w:pPr>
    </w:p>
    <w:p w14:paraId="7AB4A03E" w14:textId="77777777" w:rsidR="00784545" w:rsidRDefault="00784545" w:rsidP="00784545">
      <w:pPr>
        <w:rPr>
          <w:sz w:val="36"/>
          <w:szCs w:val="36"/>
        </w:rPr>
      </w:pPr>
      <w:r>
        <w:rPr>
          <w:sz w:val="36"/>
          <w:szCs w:val="36"/>
        </w:rPr>
        <w:t>………………….………………….………………….…………………….</w:t>
      </w:r>
    </w:p>
    <w:p w14:paraId="7E746D45" w14:textId="77777777" w:rsidR="00784545" w:rsidRDefault="00784545" w:rsidP="00784545">
      <w:pPr>
        <w:rPr>
          <w:sz w:val="36"/>
          <w:szCs w:val="36"/>
        </w:rPr>
      </w:pPr>
    </w:p>
    <w:p w14:paraId="5390EEEB" w14:textId="77777777" w:rsidR="00784545" w:rsidRDefault="00784545" w:rsidP="00784545">
      <w:pPr>
        <w:rPr>
          <w:sz w:val="36"/>
          <w:szCs w:val="36"/>
        </w:rPr>
      </w:pPr>
      <w:r>
        <w:rPr>
          <w:sz w:val="36"/>
          <w:szCs w:val="36"/>
        </w:rPr>
        <w:t>………………….………………….………………….…………………….</w:t>
      </w:r>
    </w:p>
    <w:p w14:paraId="7A2A9B23" w14:textId="77777777" w:rsidR="00784545" w:rsidRDefault="00784545" w:rsidP="00784545">
      <w:pPr>
        <w:rPr>
          <w:sz w:val="36"/>
          <w:szCs w:val="36"/>
        </w:rPr>
      </w:pPr>
    </w:p>
    <w:p w14:paraId="4F8E91E3" w14:textId="77777777" w:rsidR="00784545" w:rsidRDefault="00784545" w:rsidP="00784545">
      <w:pPr>
        <w:rPr>
          <w:sz w:val="36"/>
          <w:szCs w:val="36"/>
        </w:rPr>
      </w:pPr>
      <w:r>
        <w:rPr>
          <w:sz w:val="36"/>
          <w:szCs w:val="36"/>
        </w:rPr>
        <w:t>………………….………………….………………….…………………….</w:t>
      </w:r>
    </w:p>
    <w:p w14:paraId="33D31A42" w14:textId="77777777" w:rsidR="003D720B" w:rsidRDefault="003D720B" w:rsidP="00D61FEC">
      <w:pPr>
        <w:jc w:val="center"/>
        <w:rPr>
          <w:sz w:val="36"/>
          <w:szCs w:val="36"/>
          <w:u w:val="single"/>
        </w:rPr>
      </w:pPr>
    </w:p>
    <w:p w14:paraId="2B7F9B31" w14:textId="77777777" w:rsidR="00D61FEC" w:rsidRPr="00784545" w:rsidRDefault="00784545" w:rsidP="00D61FEC">
      <w:pPr>
        <w:jc w:val="center"/>
        <w:rPr>
          <w:sz w:val="36"/>
          <w:szCs w:val="36"/>
          <w:u w:val="single"/>
        </w:rPr>
      </w:pPr>
      <w:r w:rsidRPr="00784545">
        <w:rPr>
          <w:sz w:val="36"/>
          <w:szCs w:val="36"/>
          <w:u w:val="single"/>
        </w:rPr>
        <w:lastRenderedPageBreak/>
        <w:t>Notes</w:t>
      </w:r>
    </w:p>
    <w:p w14:paraId="59716597" w14:textId="77777777" w:rsidR="00D61FEC" w:rsidRPr="00D61FEC" w:rsidRDefault="00D61FEC" w:rsidP="00D61FEC">
      <w:pPr>
        <w:jc w:val="center"/>
        <w:rPr>
          <w:sz w:val="36"/>
          <w:szCs w:val="36"/>
          <w:u w:val="single"/>
        </w:rPr>
      </w:pPr>
    </w:p>
    <w:p w14:paraId="6E5333EF" w14:textId="77777777" w:rsidR="007A60C9" w:rsidRDefault="007A60C9" w:rsidP="007A60C9">
      <w:pPr>
        <w:rPr>
          <w:sz w:val="36"/>
          <w:szCs w:val="36"/>
        </w:rPr>
      </w:pPr>
    </w:p>
    <w:p w14:paraId="08FC4F1D" w14:textId="77777777" w:rsidR="007A60C9" w:rsidRDefault="007A60C9" w:rsidP="007A60C9">
      <w:pPr>
        <w:rPr>
          <w:sz w:val="36"/>
          <w:szCs w:val="36"/>
        </w:rPr>
      </w:pPr>
    </w:p>
    <w:p w14:paraId="5273C59B" w14:textId="77777777" w:rsidR="007A60C9" w:rsidRDefault="007A60C9" w:rsidP="007A60C9">
      <w:pPr>
        <w:rPr>
          <w:sz w:val="36"/>
          <w:szCs w:val="36"/>
        </w:rPr>
      </w:pPr>
    </w:p>
    <w:p w14:paraId="3E709C62" w14:textId="77777777" w:rsidR="007A60C9" w:rsidRDefault="007A60C9" w:rsidP="007A60C9">
      <w:pPr>
        <w:rPr>
          <w:sz w:val="36"/>
          <w:szCs w:val="36"/>
        </w:rPr>
      </w:pPr>
    </w:p>
    <w:p w14:paraId="012C239D" w14:textId="77777777" w:rsidR="007A60C9" w:rsidRDefault="007A60C9" w:rsidP="007A60C9">
      <w:pPr>
        <w:rPr>
          <w:sz w:val="36"/>
          <w:szCs w:val="36"/>
        </w:rPr>
      </w:pPr>
    </w:p>
    <w:p w14:paraId="155EE081" w14:textId="77777777" w:rsidR="007A60C9" w:rsidRDefault="007A60C9" w:rsidP="007A60C9">
      <w:pPr>
        <w:rPr>
          <w:sz w:val="36"/>
          <w:szCs w:val="36"/>
        </w:rPr>
      </w:pPr>
    </w:p>
    <w:p w14:paraId="73D77D9E" w14:textId="77777777" w:rsidR="007A60C9" w:rsidRDefault="007A60C9" w:rsidP="007A60C9">
      <w:pPr>
        <w:rPr>
          <w:sz w:val="36"/>
          <w:szCs w:val="36"/>
        </w:rPr>
      </w:pPr>
    </w:p>
    <w:p w14:paraId="2CFB0A0D" w14:textId="77777777" w:rsidR="007A60C9" w:rsidRDefault="007A60C9" w:rsidP="007A60C9">
      <w:pPr>
        <w:rPr>
          <w:sz w:val="36"/>
          <w:szCs w:val="36"/>
        </w:rPr>
      </w:pPr>
    </w:p>
    <w:p w14:paraId="35BD6951" w14:textId="77777777" w:rsidR="007A60C9" w:rsidRDefault="007A60C9" w:rsidP="007A60C9">
      <w:pPr>
        <w:rPr>
          <w:sz w:val="36"/>
          <w:szCs w:val="36"/>
        </w:rPr>
      </w:pPr>
    </w:p>
    <w:p w14:paraId="3E7E250A" w14:textId="77777777" w:rsidR="007A60C9" w:rsidRDefault="007A60C9" w:rsidP="007A60C9">
      <w:pPr>
        <w:rPr>
          <w:sz w:val="36"/>
          <w:szCs w:val="36"/>
        </w:rPr>
      </w:pPr>
    </w:p>
    <w:p w14:paraId="085FB798" w14:textId="77777777" w:rsidR="007A60C9" w:rsidRDefault="007A60C9" w:rsidP="007A60C9">
      <w:pPr>
        <w:rPr>
          <w:sz w:val="36"/>
          <w:szCs w:val="36"/>
        </w:rPr>
      </w:pPr>
    </w:p>
    <w:p w14:paraId="5B12F638" w14:textId="77777777" w:rsidR="007A60C9" w:rsidRDefault="007A60C9" w:rsidP="007A60C9">
      <w:pPr>
        <w:rPr>
          <w:sz w:val="36"/>
          <w:szCs w:val="36"/>
        </w:rPr>
      </w:pPr>
    </w:p>
    <w:p w14:paraId="017C9E6F" w14:textId="77777777" w:rsidR="007A60C9" w:rsidRDefault="007A60C9" w:rsidP="007A60C9">
      <w:pPr>
        <w:rPr>
          <w:sz w:val="36"/>
          <w:szCs w:val="36"/>
        </w:rPr>
      </w:pPr>
    </w:p>
    <w:p w14:paraId="24D6C4DE" w14:textId="77777777" w:rsidR="007A60C9" w:rsidRDefault="007A60C9" w:rsidP="007A60C9">
      <w:pPr>
        <w:rPr>
          <w:sz w:val="36"/>
          <w:szCs w:val="36"/>
        </w:rPr>
      </w:pPr>
    </w:p>
    <w:p w14:paraId="5E4B497F" w14:textId="77777777" w:rsidR="007A60C9" w:rsidRDefault="007A60C9" w:rsidP="007A60C9">
      <w:pPr>
        <w:rPr>
          <w:sz w:val="36"/>
          <w:szCs w:val="36"/>
        </w:rPr>
      </w:pPr>
    </w:p>
    <w:p w14:paraId="094F721B" w14:textId="77777777" w:rsidR="007A60C9" w:rsidRDefault="007A60C9" w:rsidP="007A60C9">
      <w:pPr>
        <w:rPr>
          <w:sz w:val="36"/>
          <w:szCs w:val="36"/>
        </w:rPr>
      </w:pPr>
    </w:p>
    <w:p w14:paraId="47D93340" w14:textId="77777777" w:rsidR="007A60C9" w:rsidRDefault="007A60C9" w:rsidP="007A60C9">
      <w:pPr>
        <w:rPr>
          <w:sz w:val="36"/>
          <w:szCs w:val="36"/>
        </w:rPr>
      </w:pPr>
    </w:p>
    <w:p w14:paraId="728FF5FD" w14:textId="77777777" w:rsidR="007A60C9" w:rsidRDefault="007A60C9" w:rsidP="007A60C9">
      <w:pPr>
        <w:rPr>
          <w:sz w:val="36"/>
          <w:szCs w:val="36"/>
        </w:rPr>
      </w:pPr>
    </w:p>
    <w:p w14:paraId="17DCDFA7" w14:textId="77777777" w:rsidR="007A60C9" w:rsidRDefault="007A60C9" w:rsidP="007A60C9">
      <w:pPr>
        <w:rPr>
          <w:sz w:val="36"/>
          <w:szCs w:val="36"/>
        </w:rPr>
      </w:pPr>
    </w:p>
    <w:p w14:paraId="0F7CBD26" w14:textId="77777777" w:rsidR="007A60C9" w:rsidRDefault="007A60C9" w:rsidP="007A60C9">
      <w:pPr>
        <w:rPr>
          <w:sz w:val="36"/>
          <w:szCs w:val="36"/>
        </w:rPr>
      </w:pPr>
    </w:p>
    <w:p w14:paraId="3F71061D" w14:textId="77777777" w:rsidR="007A60C9" w:rsidRDefault="007A60C9" w:rsidP="007A60C9">
      <w:pPr>
        <w:rPr>
          <w:sz w:val="36"/>
          <w:szCs w:val="36"/>
        </w:rPr>
      </w:pPr>
    </w:p>
    <w:p w14:paraId="6E045FEC" w14:textId="77777777" w:rsidR="007A60C9" w:rsidRDefault="007A60C9" w:rsidP="007A60C9">
      <w:pPr>
        <w:rPr>
          <w:sz w:val="36"/>
          <w:szCs w:val="36"/>
        </w:rPr>
      </w:pPr>
    </w:p>
    <w:p w14:paraId="38E0D553" w14:textId="77777777" w:rsidR="007A60C9" w:rsidRDefault="007A60C9" w:rsidP="007A60C9">
      <w:pPr>
        <w:rPr>
          <w:sz w:val="36"/>
          <w:szCs w:val="36"/>
        </w:rPr>
      </w:pPr>
    </w:p>
    <w:p w14:paraId="24649CE8" w14:textId="77777777" w:rsidR="007A60C9" w:rsidRDefault="007A60C9" w:rsidP="007A60C9">
      <w:pPr>
        <w:rPr>
          <w:sz w:val="36"/>
          <w:szCs w:val="36"/>
        </w:rPr>
      </w:pPr>
    </w:p>
    <w:p w14:paraId="42E43C42" w14:textId="77777777" w:rsidR="007A60C9" w:rsidRDefault="007A60C9" w:rsidP="007A60C9">
      <w:pPr>
        <w:rPr>
          <w:sz w:val="36"/>
          <w:szCs w:val="36"/>
        </w:rPr>
      </w:pPr>
    </w:p>
    <w:p w14:paraId="48E890DC" w14:textId="77777777" w:rsidR="007A60C9" w:rsidRDefault="007A60C9" w:rsidP="007A60C9">
      <w:pPr>
        <w:rPr>
          <w:sz w:val="36"/>
          <w:szCs w:val="36"/>
        </w:rPr>
      </w:pPr>
    </w:p>
    <w:p w14:paraId="1D0A1C72" w14:textId="77777777" w:rsidR="007A60C9" w:rsidRDefault="007A60C9" w:rsidP="007A60C9">
      <w:pPr>
        <w:rPr>
          <w:sz w:val="36"/>
          <w:szCs w:val="36"/>
        </w:rPr>
      </w:pPr>
    </w:p>
    <w:p w14:paraId="27F1F0B2" w14:textId="77777777" w:rsidR="007A60C9" w:rsidRDefault="007A60C9" w:rsidP="007A60C9">
      <w:pPr>
        <w:rPr>
          <w:sz w:val="36"/>
          <w:szCs w:val="36"/>
        </w:rPr>
      </w:pPr>
    </w:p>
    <w:p w14:paraId="07ABA7BF" w14:textId="77777777" w:rsidR="007A60C9" w:rsidRDefault="007A60C9" w:rsidP="007A60C9">
      <w:pPr>
        <w:rPr>
          <w:sz w:val="36"/>
          <w:szCs w:val="36"/>
        </w:rPr>
      </w:pPr>
    </w:p>
    <w:p w14:paraId="5F4EFE03" w14:textId="77777777" w:rsidR="007A60C9" w:rsidRDefault="007A60C9" w:rsidP="007A60C9">
      <w:pPr>
        <w:rPr>
          <w:sz w:val="36"/>
          <w:szCs w:val="36"/>
        </w:rPr>
      </w:pPr>
    </w:p>
    <w:p w14:paraId="747398B2" w14:textId="77777777" w:rsidR="007A60C9" w:rsidRPr="007A60C9" w:rsidRDefault="007A60C9" w:rsidP="007A60C9">
      <w:pPr>
        <w:rPr>
          <w:color w:val="008000"/>
          <w:sz w:val="32"/>
          <w:szCs w:val="36"/>
        </w:rPr>
      </w:pPr>
    </w:p>
    <w:sectPr w:rsidR="007A60C9" w:rsidRPr="007A60C9" w:rsidSect="00421077">
      <w:footerReference w:type="even" r:id="rId11"/>
      <w:footerReference w:type="default" r:id="rId12"/>
      <w:pgSz w:w="11900" w:h="16840"/>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EF745B" w14:textId="77777777" w:rsidR="003D720B" w:rsidRDefault="003D720B" w:rsidP="00421077">
      <w:r>
        <w:separator/>
      </w:r>
    </w:p>
  </w:endnote>
  <w:endnote w:type="continuationSeparator" w:id="0">
    <w:p w14:paraId="7CA85488" w14:textId="77777777" w:rsidR="003D720B" w:rsidRDefault="003D720B" w:rsidP="00421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B3309C" w14:textId="77777777" w:rsidR="003D720B" w:rsidRDefault="003D720B" w:rsidP="004210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45CAF61" w14:textId="77777777" w:rsidR="003D720B" w:rsidRDefault="003D72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17079F" w14:textId="77777777" w:rsidR="003D720B" w:rsidRDefault="003D720B" w:rsidP="004210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001A8">
      <w:rPr>
        <w:rStyle w:val="PageNumber"/>
        <w:noProof/>
      </w:rPr>
      <w:t>4</w:t>
    </w:r>
    <w:r>
      <w:rPr>
        <w:rStyle w:val="PageNumber"/>
      </w:rPr>
      <w:fldChar w:fldCharType="end"/>
    </w:r>
  </w:p>
  <w:p w14:paraId="358C4557" w14:textId="77777777" w:rsidR="003D720B" w:rsidRDefault="003D72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DFF2EB" w14:textId="77777777" w:rsidR="003D720B" w:rsidRDefault="003D720B" w:rsidP="00421077">
      <w:r>
        <w:separator/>
      </w:r>
    </w:p>
  </w:footnote>
  <w:footnote w:type="continuationSeparator" w:id="0">
    <w:p w14:paraId="3EB65029" w14:textId="77777777" w:rsidR="003D720B" w:rsidRDefault="003D720B" w:rsidP="004210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3F4C2D"/>
    <w:multiLevelType w:val="hybridMultilevel"/>
    <w:tmpl w:val="60B8D072"/>
    <w:lvl w:ilvl="0" w:tplc="7706AD6A">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FD91D4C"/>
    <w:multiLevelType w:val="hybridMultilevel"/>
    <w:tmpl w:val="7B18BA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8D26A45"/>
    <w:multiLevelType w:val="hybridMultilevel"/>
    <w:tmpl w:val="97EC9E3E"/>
    <w:lvl w:ilvl="0" w:tplc="0EE49612">
      <w:start w:val="1"/>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896E42"/>
    <w:multiLevelType w:val="hybridMultilevel"/>
    <w:tmpl w:val="E3C0DC98"/>
    <w:lvl w:ilvl="0" w:tplc="2C7ACE90">
      <w:start w:val="1"/>
      <w:numFmt w:val="bullet"/>
      <w:lvlText w:val="-"/>
      <w:lvlJc w:val="left"/>
      <w:pPr>
        <w:ind w:left="440" w:hanging="360"/>
      </w:pPr>
      <w:rPr>
        <w:rFonts w:ascii="Cambria" w:eastAsiaTheme="minorEastAsia" w:hAnsi="Cambria" w:cstheme="minorBidi" w:hint="default"/>
      </w:rPr>
    </w:lvl>
    <w:lvl w:ilvl="1" w:tplc="04090003">
      <w:start w:val="1"/>
      <w:numFmt w:val="bullet"/>
      <w:lvlText w:val="o"/>
      <w:lvlJc w:val="left"/>
      <w:pPr>
        <w:ind w:left="1160" w:hanging="360"/>
      </w:pPr>
      <w:rPr>
        <w:rFonts w:ascii="Courier New" w:hAnsi="Courier New" w:hint="default"/>
      </w:rPr>
    </w:lvl>
    <w:lvl w:ilvl="2" w:tplc="04090005" w:tentative="1">
      <w:start w:val="1"/>
      <w:numFmt w:val="bullet"/>
      <w:lvlText w:val=""/>
      <w:lvlJc w:val="left"/>
      <w:pPr>
        <w:ind w:left="1880" w:hanging="360"/>
      </w:pPr>
      <w:rPr>
        <w:rFonts w:ascii="Wingdings" w:hAnsi="Wingdings" w:hint="default"/>
      </w:rPr>
    </w:lvl>
    <w:lvl w:ilvl="3" w:tplc="04090001" w:tentative="1">
      <w:start w:val="1"/>
      <w:numFmt w:val="bullet"/>
      <w:lvlText w:val=""/>
      <w:lvlJc w:val="left"/>
      <w:pPr>
        <w:ind w:left="2600" w:hanging="360"/>
      </w:pPr>
      <w:rPr>
        <w:rFonts w:ascii="Symbol" w:hAnsi="Symbol" w:hint="default"/>
      </w:rPr>
    </w:lvl>
    <w:lvl w:ilvl="4" w:tplc="04090003" w:tentative="1">
      <w:start w:val="1"/>
      <w:numFmt w:val="bullet"/>
      <w:lvlText w:val="o"/>
      <w:lvlJc w:val="left"/>
      <w:pPr>
        <w:ind w:left="3320" w:hanging="360"/>
      </w:pPr>
      <w:rPr>
        <w:rFonts w:ascii="Courier New" w:hAnsi="Courier New" w:hint="default"/>
      </w:rPr>
    </w:lvl>
    <w:lvl w:ilvl="5" w:tplc="04090005" w:tentative="1">
      <w:start w:val="1"/>
      <w:numFmt w:val="bullet"/>
      <w:lvlText w:val=""/>
      <w:lvlJc w:val="left"/>
      <w:pPr>
        <w:ind w:left="4040" w:hanging="360"/>
      </w:pPr>
      <w:rPr>
        <w:rFonts w:ascii="Wingdings" w:hAnsi="Wingdings" w:hint="default"/>
      </w:rPr>
    </w:lvl>
    <w:lvl w:ilvl="6" w:tplc="04090001" w:tentative="1">
      <w:start w:val="1"/>
      <w:numFmt w:val="bullet"/>
      <w:lvlText w:val=""/>
      <w:lvlJc w:val="left"/>
      <w:pPr>
        <w:ind w:left="4760" w:hanging="360"/>
      </w:pPr>
      <w:rPr>
        <w:rFonts w:ascii="Symbol" w:hAnsi="Symbol" w:hint="default"/>
      </w:rPr>
    </w:lvl>
    <w:lvl w:ilvl="7" w:tplc="04090003" w:tentative="1">
      <w:start w:val="1"/>
      <w:numFmt w:val="bullet"/>
      <w:lvlText w:val="o"/>
      <w:lvlJc w:val="left"/>
      <w:pPr>
        <w:ind w:left="5480" w:hanging="360"/>
      </w:pPr>
      <w:rPr>
        <w:rFonts w:ascii="Courier New" w:hAnsi="Courier New" w:hint="default"/>
      </w:rPr>
    </w:lvl>
    <w:lvl w:ilvl="8" w:tplc="04090005" w:tentative="1">
      <w:start w:val="1"/>
      <w:numFmt w:val="bullet"/>
      <w:lvlText w:val=""/>
      <w:lvlJc w:val="left"/>
      <w:pPr>
        <w:ind w:left="6200" w:hanging="360"/>
      </w:pPr>
      <w:rPr>
        <w:rFonts w:ascii="Wingdings" w:hAnsi="Wingdings" w:hint="default"/>
      </w:rPr>
    </w:lvl>
  </w:abstractNum>
  <w:abstractNum w:abstractNumId="4">
    <w:nsid w:val="684A2B08"/>
    <w:multiLevelType w:val="hybridMultilevel"/>
    <w:tmpl w:val="F65CC5F8"/>
    <w:lvl w:ilvl="0" w:tplc="A3C43F32">
      <w:start w:val="1"/>
      <w:numFmt w:val="bullet"/>
      <w:lvlText w:val="-"/>
      <w:lvlJc w:val="left"/>
      <w:pPr>
        <w:ind w:left="720" w:hanging="360"/>
      </w:pPr>
      <w:rPr>
        <w:rFonts w:ascii="Cambria" w:eastAsiaTheme="minorEastAsia" w:hAnsi="Cambria" w:cstheme="minorBid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144"/>
    <w:rsid w:val="0011427A"/>
    <w:rsid w:val="001B253D"/>
    <w:rsid w:val="00212D14"/>
    <w:rsid w:val="00225979"/>
    <w:rsid w:val="002F2F8C"/>
    <w:rsid w:val="003D650C"/>
    <w:rsid w:val="003D720B"/>
    <w:rsid w:val="00420118"/>
    <w:rsid w:val="00421077"/>
    <w:rsid w:val="00424768"/>
    <w:rsid w:val="0048768A"/>
    <w:rsid w:val="005001A8"/>
    <w:rsid w:val="00784545"/>
    <w:rsid w:val="007A60C9"/>
    <w:rsid w:val="009058B7"/>
    <w:rsid w:val="009C5EA1"/>
    <w:rsid w:val="009F7144"/>
    <w:rsid w:val="00A24199"/>
    <w:rsid w:val="00B0011E"/>
    <w:rsid w:val="00C1715D"/>
    <w:rsid w:val="00C84107"/>
    <w:rsid w:val="00D61FEC"/>
    <w:rsid w:val="00EE3649"/>
    <w:rsid w:val="00EE5A9C"/>
    <w:rsid w:val="00F20295"/>
    <w:rsid w:val="00FC7DAA"/>
    <w:rsid w:val="00FD424D"/>
    <w:rsid w:val="00FE298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19A76B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7144"/>
    <w:pPr>
      <w:ind w:left="720"/>
      <w:contextualSpacing/>
    </w:pPr>
  </w:style>
  <w:style w:type="paragraph" w:styleId="Header">
    <w:name w:val="header"/>
    <w:basedOn w:val="Normal"/>
    <w:link w:val="HeaderChar"/>
    <w:uiPriority w:val="99"/>
    <w:unhideWhenUsed/>
    <w:rsid w:val="00421077"/>
    <w:pPr>
      <w:tabs>
        <w:tab w:val="center" w:pos="4320"/>
        <w:tab w:val="right" w:pos="8640"/>
      </w:tabs>
    </w:pPr>
  </w:style>
  <w:style w:type="character" w:customStyle="1" w:styleId="HeaderChar">
    <w:name w:val="Header Char"/>
    <w:basedOn w:val="DefaultParagraphFont"/>
    <w:link w:val="Header"/>
    <w:uiPriority w:val="99"/>
    <w:rsid w:val="00421077"/>
  </w:style>
  <w:style w:type="paragraph" w:styleId="Footer">
    <w:name w:val="footer"/>
    <w:basedOn w:val="Normal"/>
    <w:link w:val="FooterChar"/>
    <w:uiPriority w:val="99"/>
    <w:unhideWhenUsed/>
    <w:rsid w:val="00421077"/>
    <w:pPr>
      <w:tabs>
        <w:tab w:val="center" w:pos="4320"/>
        <w:tab w:val="right" w:pos="8640"/>
      </w:tabs>
    </w:pPr>
  </w:style>
  <w:style w:type="character" w:customStyle="1" w:styleId="FooterChar">
    <w:name w:val="Footer Char"/>
    <w:basedOn w:val="DefaultParagraphFont"/>
    <w:link w:val="Footer"/>
    <w:uiPriority w:val="99"/>
    <w:rsid w:val="00421077"/>
  </w:style>
  <w:style w:type="character" w:styleId="PageNumber">
    <w:name w:val="page number"/>
    <w:basedOn w:val="DefaultParagraphFont"/>
    <w:uiPriority w:val="99"/>
    <w:semiHidden/>
    <w:unhideWhenUsed/>
    <w:rsid w:val="00421077"/>
  </w:style>
  <w:style w:type="paragraph" w:styleId="BalloonText">
    <w:name w:val="Balloon Text"/>
    <w:basedOn w:val="Normal"/>
    <w:link w:val="BalloonTextChar"/>
    <w:uiPriority w:val="99"/>
    <w:semiHidden/>
    <w:unhideWhenUsed/>
    <w:rsid w:val="005001A8"/>
    <w:rPr>
      <w:rFonts w:ascii="Tahoma" w:hAnsi="Tahoma" w:cs="Tahoma"/>
      <w:sz w:val="16"/>
      <w:szCs w:val="16"/>
    </w:rPr>
  </w:style>
  <w:style w:type="character" w:customStyle="1" w:styleId="BalloonTextChar">
    <w:name w:val="Balloon Text Char"/>
    <w:basedOn w:val="DefaultParagraphFont"/>
    <w:link w:val="BalloonText"/>
    <w:uiPriority w:val="99"/>
    <w:semiHidden/>
    <w:rsid w:val="005001A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7144"/>
    <w:pPr>
      <w:ind w:left="720"/>
      <w:contextualSpacing/>
    </w:pPr>
  </w:style>
  <w:style w:type="paragraph" w:styleId="Header">
    <w:name w:val="header"/>
    <w:basedOn w:val="Normal"/>
    <w:link w:val="HeaderChar"/>
    <w:uiPriority w:val="99"/>
    <w:unhideWhenUsed/>
    <w:rsid w:val="00421077"/>
    <w:pPr>
      <w:tabs>
        <w:tab w:val="center" w:pos="4320"/>
        <w:tab w:val="right" w:pos="8640"/>
      </w:tabs>
    </w:pPr>
  </w:style>
  <w:style w:type="character" w:customStyle="1" w:styleId="HeaderChar">
    <w:name w:val="Header Char"/>
    <w:basedOn w:val="DefaultParagraphFont"/>
    <w:link w:val="Header"/>
    <w:uiPriority w:val="99"/>
    <w:rsid w:val="00421077"/>
  </w:style>
  <w:style w:type="paragraph" w:styleId="Footer">
    <w:name w:val="footer"/>
    <w:basedOn w:val="Normal"/>
    <w:link w:val="FooterChar"/>
    <w:uiPriority w:val="99"/>
    <w:unhideWhenUsed/>
    <w:rsid w:val="00421077"/>
    <w:pPr>
      <w:tabs>
        <w:tab w:val="center" w:pos="4320"/>
        <w:tab w:val="right" w:pos="8640"/>
      </w:tabs>
    </w:pPr>
  </w:style>
  <w:style w:type="character" w:customStyle="1" w:styleId="FooterChar">
    <w:name w:val="Footer Char"/>
    <w:basedOn w:val="DefaultParagraphFont"/>
    <w:link w:val="Footer"/>
    <w:uiPriority w:val="99"/>
    <w:rsid w:val="00421077"/>
  </w:style>
  <w:style w:type="character" w:styleId="PageNumber">
    <w:name w:val="page number"/>
    <w:basedOn w:val="DefaultParagraphFont"/>
    <w:uiPriority w:val="99"/>
    <w:semiHidden/>
    <w:unhideWhenUsed/>
    <w:rsid w:val="00421077"/>
  </w:style>
  <w:style w:type="paragraph" w:styleId="BalloonText">
    <w:name w:val="Balloon Text"/>
    <w:basedOn w:val="Normal"/>
    <w:link w:val="BalloonTextChar"/>
    <w:uiPriority w:val="99"/>
    <w:semiHidden/>
    <w:unhideWhenUsed/>
    <w:rsid w:val="005001A8"/>
    <w:rPr>
      <w:rFonts w:ascii="Tahoma" w:hAnsi="Tahoma" w:cs="Tahoma"/>
      <w:sz w:val="16"/>
      <w:szCs w:val="16"/>
    </w:rPr>
  </w:style>
  <w:style w:type="character" w:customStyle="1" w:styleId="BalloonTextChar">
    <w:name w:val="Balloon Text Char"/>
    <w:basedOn w:val="DefaultParagraphFont"/>
    <w:link w:val="BalloonText"/>
    <w:uiPriority w:val="99"/>
    <w:semiHidden/>
    <w:rsid w:val="005001A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s://en.wikipedia.org/wiki/Hampstead_Schoo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AE145F-110A-4497-A7FD-C39DA4D2C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F007BE45</Template>
  <TotalTime>0</TotalTime>
  <Pages>12</Pages>
  <Words>1246</Words>
  <Characters>7105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RM plc</Company>
  <LinksUpToDate>false</LinksUpToDate>
  <CharactersWithSpaces>8335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Amess</dc:creator>
  <cp:lastModifiedBy>Michael Amess</cp:lastModifiedBy>
  <cp:revision>2</cp:revision>
  <cp:lastPrinted>2015-05-22T09:15:00Z</cp:lastPrinted>
  <dcterms:created xsi:type="dcterms:W3CDTF">2016-03-04T07:49:00Z</dcterms:created>
  <dcterms:modified xsi:type="dcterms:W3CDTF">2016-03-04T07:49:00Z</dcterms:modified>
</cp:coreProperties>
</file>